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5"/>
        <w:gridCol w:w="2929"/>
        <w:gridCol w:w="2931"/>
      </w:tblGrid>
      <w:tr w:rsidR="000F3C2A" w:rsidRPr="00A87357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0F7C" w:rsidRDefault="00DA0F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</w:t>
            </w:r>
          </w:p>
          <w:p w:rsidR="000F3C2A" w:rsidRPr="00A87357" w:rsidRDefault="00DA0F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- 181 от 25.12.2015</w:t>
            </w:r>
          </w:p>
        </w:tc>
      </w:tr>
      <w:tr w:rsidR="000F3C2A" w:rsidRPr="00A87357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87357">
              <w:rPr>
                <w:color w:val="000000"/>
                <w:sz w:val="18"/>
                <w:szCs w:val="18"/>
              </w:rPr>
              <w:t xml:space="preserve"> </w:t>
            </w:r>
            <w:r w:rsidRPr="00A8735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8735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8735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8735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87357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8735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87357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87357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DA0F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RA.RU.21ЭГ03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DA0F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87357" w:rsidRDefault="00DA0F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87357" w:rsidRDefault="000F3C2A" w:rsidP="000F3C2A">
      <w:pPr>
        <w:pStyle w:val="1"/>
      </w:pPr>
    </w:p>
    <w:p w:rsidR="00F616E4" w:rsidRPr="00A87357" w:rsidRDefault="00F616E4" w:rsidP="00F616E4">
      <w:pPr>
        <w:pStyle w:val="1"/>
        <w:rPr>
          <w:rFonts w:cs="Times New Roman"/>
          <w:sz w:val="28"/>
          <w:szCs w:val="28"/>
        </w:rPr>
      </w:pPr>
      <w:r w:rsidRPr="00A87357">
        <w:rPr>
          <w:rFonts w:cs="Times New Roman"/>
          <w:sz w:val="28"/>
          <w:szCs w:val="28"/>
        </w:rPr>
        <w:t xml:space="preserve">ЗАКЛЮЧЕНИЕ ЭКСПЕРТА </w:t>
      </w:r>
    </w:p>
    <w:p w:rsidR="00F616E4" w:rsidRPr="00A87357" w:rsidRDefault="00F616E4" w:rsidP="00F616E4">
      <w:pPr>
        <w:pStyle w:val="1"/>
        <w:rPr>
          <w:rFonts w:cs="Times New Roman"/>
          <w:sz w:val="28"/>
          <w:szCs w:val="28"/>
        </w:rPr>
      </w:pPr>
      <w:r w:rsidRPr="00A87357">
        <w:rPr>
          <w:rFonts w:cs="Times New Roman"/>
          <w:sz w:val="28"/>
          <w:szCs w:val="28"/>
        </w:rPr>
        <w:t>по результатам проведения идентификации потенциально вредных и (или) опасных производственных факторов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441"/>
        <w:gridCol w:w="195"/>
        <w:gridCol w:w="1996"/>
      </w:tblGrid>
      <w:tr w:rsidR="00F616E4" w:rsidRPr="00A87357" w:rsidTr="00A87357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A87357" w:rsidRDefault="00F616E4" w:rsidP="00F616E4">
            <w:pPr>
              <w:jc w:val="center"/>
            </w:pPr>
            <w:r w:rsidRPr="00A87357">
              <w:t>№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F616E4" w:rsidRPr="00A87357" w:rsidRDefault="00DA0F7C" w:rsidP="00F616E4">
            <w:pPr>
              <w:jc w:val="center"/>
              <w:rPr>
                <w:bCs/>
                <w:color w:val="000000"/>
              </w:rPr>
            </w:pPr>
            <w:bookmarkStart w:id="2" w:name="num_table"/>
            <w:bookmarkEnd w:id="2"/>
            <w:r>
              <w:rPr>
                <w:bCs/>
                <w:color w:val="000000"/>
              </w:rPr>
              <w:t>24-20-110/2/ЗЭИ</w:t>
            </w:r>
          </w:p>
        </w:tc>
        <w:tc>
          <w:tcPr>
            <w:tcW w:w="195" w:type="dxa"/>
            <w:vAlign w:val="bottom"/>
          </w:tcPr>
          <w:p w:rsidR="00F616E4" w:rsidRPr="00A87357" w:rsidRDefault="00F616E4" w:rsidP="00F616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6E4" w:rsidRPr="00A87357" w:rsidRDefault="00F616E4" w:rsidP="005C1C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87357">
              <w:rPr>
                <w:bCs/>
              </w:rPr>
              <w:fldChar w:fldCharType="begin"/>
            </w:r>
            <w:r w:rsidRPr="00A87357">
              <w:rPr>
                <w:bCs/>
              </w:rPr>
              <w:instrText xml:space="preserve"> DOCVARIABLE izm_date \* MERGEFORMAT </w:instrText>
            </w:r>
            <w:r w:rsidRPr="00A87357">
              <w:rPr>
                <w:bCs/>
              </w:rPr>
              <w:fldChar w:fldCharType="separate"/>
            </w:r>
            <w:r w:rsidR="00DA0F7C">
              <w:rPr>
                <w:bCs/>
              </w:rPr>
              <w:t>01.10.2020</w:t>
            </w:r>
            <w:r w:rsidRPr="00A87357">
              <w:rPr>
                <w:bCs/>
              </w:rPr>
              <w:fldChar w:fldCharType="end"/>
            </w:r>
          </w:p>
        </w:tc>
      </w:tr>
      <w:tr w:rsidR="00F616E4" w:rsidRPr="00A87357" w:rsidTr="00A87357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A87357" w:rsidRDefault="00F616E4" w:rsidP="00F616E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</w:tcBorders>
            <w:vAlign w:val="bottom"/>
          </w:tcPr>
          <w:p w:rsidR="00F616E4" w:rsidRPr="00A87357" w:rsidRDefault="00F616E4" w:rsidP="00F616E4">
            <w:pPr>
              <w:pStyle w:val="a9"/>
              <w:rPr>
                <w:bCs/>
              </w:rPr>
            </w:pPr>
            <w:r w:rsidRPr="00A87357">
              <w:rPr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F616E4" w:rsidRPr="00A87357" w:rsidRDefault="00F616E4" w:rsidP="00F616E4">
            <w:pPr>
              <w:pStyle w:val="a9"/>
              <w:rPr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6E4" w:rsidRPr="00A87357" w:rsidRDefault="00F616E4" w:rsidP="00F616E4">
            <w:pPr>
              <w:pStyle w:val="a9"/>
              <w:rPr>
                <w:bCs/>
              </w:rPr>
            </w:pPr>
            <w:r w:rsidRPr="00A87357">
              <w:rPr>
                <w:vertAlign w:val="superscript"/>
              </w:rPr>
              <w:t>(дата)</w:t>
            </w:r>
          </w:p>
        </w:tc>
      </w:tr>
    </w:tbl>
    <w:p w:rsidR="00B72A59" w:rsidRPr="00A87357" w:rsidRDefault="00B72A59" w:rsidP="00B72A59"/>
    <w:p w:rsidR="00F616E4" w:rsidRPr="00A87357" w:rsidRDefault="00F616E4" w:rsidP="007C537D">
      <w:r w:rsidRPr="00A87357">
        <w:rPr>
          <w:rStyle w:val="a7"/>
        </w:rPr>
        <w:t>Дата проведения идентификации:</w:t>
      </w:r>
      <w:r w:rsidRPr="00A87357">
        <w:t xml:space="preserve"> </w:t>
      </w:r>
      <w:r w:rsidR="003C0D0C" w:rsidRPr="00A87357">
        <w:rPr>
          <w:bCs/>
        </w:rPr>
        <w:fldChar w:fldCharType="begin"/>
      </w:r>
      <w:r w:rsidR="003C0D0C" w:rsidRPr="00A87357">
        <w:rPr>
          <w:bCs/>
        </w:rPr>
        <w:instrText xml:space="preserve"> DOCVARIABLE izm_date \* MERGEFORMAT </w:instrText>
      </w:r>
      <w:r w:rsidR="003C0D0C" w:rsidRPr="00A87357">
        <w:rPr>
          <w:bCs/>
        </w:rPr>
        <w:fldChar w:fldCharType="separate"/>
      </w:r>
      <w:r w:rsidR="003C0D0C">
        <w:rPr>
          <w:bCs/>
        </w:rPr>
        <w:t>01.10.2020</w:t>
      </w:r>
      <w:r w:rsidR="003C0D0C" w:rsidRPr="00A87357">
        <w:rPr>
          <w:bCs/>
        </w:rPr>
        <w:fldChar w:fldCharType="end"/>
      </w:r>
      <w:bookmarkStart w:id="3" w:name="_GoBack"/>
      <w:bookmarkEnd w:id="3"/>
    </w:p>
    <w:p w:rsidR="00F616E4" w:rsidRPr="00A87357" w:rsidRDefault="00F616E4" w:rsidP="00B72A59"/>
    <w:p w:rsidR="007C537D" w:rsidRPr="00A87357" w:rsidRDefault="007C537D" w:rsidP="007C537D">
      <w:pPr>
        <w:pStyle w:val="a6"/>
      </w:pPr>
      <w:r w:rsidRPr="00A87357">
        <w:t>Сведения об организации, проводящей специальную оценку условий труда:</w:t>
      </w:r>
    </w:p>
    <w:tbl>
      <w:tblPr>
        <w:tblW w:w="5000" w:type="pct"/>
        <w:jc w:val="center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4995"/>
      </w:tblGrid>
      <w:tr w:rsidR="007C537D" w:rsidRPr="00A87357" w:rsidTr="007C537D">
        <w:trPr>
          <w:cantSplit/>
          <w:trHeight w:val="284"/>
          <w:jc w:val="center"/>
        </w:trPr>
        <w:tc>
          <w:tcPr>
            <w:tcW w:w="15525" w:type="dxa"/>
            <w:tcBorders>
              <w:top w:val="nil"/>
              <w:left w:val="nil"/>
              <w:right w:val="nil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«ЦЕНТР ОХРАНЫ ТРУДА И ЭКОЛОГИИ «ЭКСПЕРТЭГИДА»</w:t>
            </w:r>
          </w:p>
        </w:tc>
      </w:tr>
      <w:tr w:rsidR="007C537D" w:rsidRPr="00A87357" w:rsidTr="007C537D">
        <w:trPr>
          <w:cantSplit/>
          <w:trHeight w:val="284"/>
          <w:jc w:val="center"/>
        </w:trPr>
        <w:tc>
          <w:tcPr>
            <w:tcW w:w="15525" w:type="dxa"/>
            <w:tcBorders>
              <w:left w:val="nil"/>
              <w:bottom w:val="nil"/>
              <w:right w:val="nil"/>
            </w:tcBorders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" w:name="org_info1"/>
            <w:bookmarkEnd w:id="4"/>
            <w:r w:rsidRPr="00A87357">
              <w:rPr>
                <w:vertAlign w:val="superscript"/>
              </w:rPr>
              <w:t>(полное наименование организации)</w:t>
            </w:r>
          </w:p>
        </w:tc>
      </w:tr>
    </w:tbl>
    <w:p w:rsidR="007C537D" w:rsidRPr="00A87357" w:rsidRDefault="007C537D" w:rsidP="007C537D">
      <w:pPr>
        <w:rPr>
          <w:b/>
          <w:sz w:val="4"/>
          <w:szCs w:val="4"/>
        </w:rPr>
      </w:pPr>
    </w:p>
    <w:tbl>
      <w:tblPr>
        <w:tblW w:w="5000" w:type="pct"/>
        <w:jc w:val="center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4995"/>
      </w:tblGrid>
      <w:tr w:rsidR="007C537D" w:rsidRPr="00A87357" w:rsidTr="007C537D">
        <w:trPr>
          <w:jc w:val="center"/>
        </w:trPr>
        <w:tc>
          <w:tcPr>
            <w:tcW w:w="15525" w:type="dxa"/>
            <w:tcBorders>
              <w:top w:val="nil"/>
              <w:left w:val="nil"/>
              <w:right w:val="nil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344011, Ростовская область, г. Ростов-на-Дону, пр. Буденновский, 97, лит. АБ, 2 этаж; 8 (863) 303-64-39;  info@expertegida.ru</w:t>
            </w:r>
          </w:p>
        </w:tc>
      </w:tr>
      <w:tr w:rsidR="007C537D" w:rsidRPr="00A87357" w:rsidTr="007C537D">
        <w:trPr>
          <w:jc w:val="center"/>
        </w:trPr>
        <w:tc>
          <w:tcPr>
            <w:tcW w:w="15525" w:type="dxa"/>
            <w:tcBorders>
              <w:left w:val="nil"/>
              <w:bottom w:val="nil"/>
              <w:right w:val="nil"/>
            </w:tcBorders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</w:pPr>
            <w:bookmarkStart w:id="5" w:name="org_info2"/>
            <w:bookmarkEnd w:id="5"/>
            <w:r w:rsidRPr="00A87357">
              <w:rPr>
                <w:vertAlign w:val="superscript"/>
              </w:rPr>
              <w:t>(место нахождения и осуществления деятельности организации, контактный телефон, адрес электронной почты)</w:t>
            </w:r>
          </w:p>
        </w:tc>
      </w:tr>
    </w:tbl>
    <w:p w:rsidR="007C537D" w:rsidRPr="00A87357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2538"/>
        <w:gridCol w:w="2457"/>
      </w:tblGrid>
      <w:tr w:rsidR="007C537D" w:rsidRPr="00A87357" w:rsidTr="007C537D">
        <w:trPr>
          <w:jc w:val="center"/>
        </w:trPr>
        <w:tc>
          <w:tcPr>
            <w:tcW w:w="12724" w:type="dxa"/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6" w:name="org_info3"/>
            <w:bookmarkEnd w:id="6"/>
            <w:r w:rsidRPr="00A87357">
              <w:rPr>
                <w:b/>
                <w:bCs/>
                <w:sz w:val="20"/>
                <w:szCs w:val="20"/>
              </w:rPr>
              <w:t>Номер в реестре организаций, проводящих специальную оценку условий труда (оказывающих услуги в области охраны труда):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</w:tr>
    </w:tbl>
    <w:p w:rsidR="007C537D" w:rsidRPr="00A87357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2529"/>
        <w:gridCol w:w="2466"/>
      </w:tblGrid>
      <w:tr w:rsidR="007C537D" w:rsidRPr="00A87357" w:rsidTr="007C537D">
        <w:trPr>
          <w:jc w:val="center"/>
        </w:trPr>
        <w:tc>
          <w:tcPr>
            <w:tcW w:w="12724" w:type="dxa"/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7" w:name="org_info4"/>
            <w:bookmarkEnd w:id="7"/>
            <w:r w:rsidRPr="00A87357">
              <w:rPr>
                <w:b/>
                <w:bCs/>
                <w:sz w:val="20"/>
                <w:szCs w:val="20"/>
              </w:rPr>
              <w:t>Дата внесения в реестр организаций, проводящих специальную оценку условий труда оказывающи</w:t>
            </w:r>
            <w:r w:rsidR="008074D2" w:rsidRPr="00A87357">
              <w:rPr>
                <w:b/>
                <w:bCs/>
                <w:sz w:val="20"/>
                <w:szCs w:val="20"/>
              </w:rPr>
              <w:t>х услуги в области охраны труда: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25.12.2015</w:t>
            </w:r>
          </w:p>
        </w:tc>
      </w:tr>
    </w:tbl>
    <w:p w:rsidR="007C537D" w:rsidRPr="00A87357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038"/>
        <w:gridCol w:w="12957"/>
      </w:tblGrid>
      <w:tr w:rsidR="007C537D" w:rsidRPr="00A87357" w:rsidTr="007C537D">
        <w:trPr>
          <w:jc w:val="center"/>
        </w:trPr>
        <w:tc>
          <w:tcPr>
            <w:tcW w:w="2093" w:type="dxa"/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</w:pPr>
            <w:bookmarkStart w:id="8" w:name="org_info5"/>
            <w:bookmarkEnd w:id="8"/>
            <w:r w:rsidRPr="00A87357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13432" w:type="dxa"/>
            <w:tcBorders>
              <w:bottom w:val="single" w:sz="4" w:space="0" w:color="auto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7722323780</w:t>
            </w:r>
          </w:p>
        </w:tc>
      </w:tr>
    </w:tbl>
    <w:p w:rsidR="007C537D" w:rsidRPr="00A87357" w:rsidRDefault="007C537D" w:rsidP="007C537D">
      <w:pPr>
        <w:rPr>
          <w:b/>
          <w:sz w:val="12"/>
          <w:szCs w:val="1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040"/>
        <w:gridCol w:w="12955"/>
      </w:tblGrid>
      <w:tr w:rsidR="007C537D" w:rsidRPr="00A87357" w:rsidTr="007C537D">
        <w:trPr>
          <w:jc w:val="center"/>
        </w:trPr>
        <w:tc>
          <w:tcPr>
            <w:tcW w:w="2093" w:type="dxa"/>
          </w:tcPr>
          <w:p w:rsidR="007C537D" w:rsidRPr="00A87357" w:rsidRDefault="007C537D" w:rsidP="007C537D">
            <w:pPr>
              <w:widowControl w:val="0"/>
              <w:autoSpaceDE w:val="0"/>
              <w:autoSpaceDN w:val="0"/>
              <w:adjustRightInd w:val="0"/>
            </w:pPr>
            <w:bookmarkStart w:id="9" w:name="org_info6"/>
            <w:bookmarkEnd w:id="9"/>
            <w:r w:rsidRPr="00A87357">
              <w:rPr>
                <w:b/>
                <w:bCs/>
                <w:sz w:val="20"/>
                <w:szCs w:val="20"/>
              </w:rPr>
              <w:t>ОГРН организации</w:t>
            </w:r>
          </w:p>
        </w:tc>
        <w:tc>
          <w:tcPr>
            <w:tcW w:w="13432" w:type="dxa"/>
            <w:tcBorders>
              <w:bottom w:val="single" w:sz="4" w:space="0" w:color="auto"/>
            </w:tcBorders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1157746329454</w:t>
            </w:r>
          </w:p>
        </w:tc>
      </w:tr>
    </w:tbl>
    <w:p w:rsidR="007C537D" w:rsidRPr="00A87357" w:rsidRDefault="007C537D" w:rsidP="00B72A59"/>
    <w:p w:rsidR="007C537D" w:rsidRPr="00A87357" w:rsidRDefault="007C537D" w:rsidP="007C537D">
      <w:pPr>
        <w:pStyle w:val="a6"/>
      </w:pPr>
      <w:r w:rsidRPr="00A87357">
        <w:t>Сведения об испытательной лаборатории (центре) организации, проводящей специальную оценку условий труда: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4"/>
        <w:gridCol w:w="4993"/>
        <w:gridCol w:w="4978"/>
      </w:tblGrid>
      <w:tr w:rsidR="007C537D" w:rsidRPr="00A87357" w:rsidTr="007C537D">
        <w:trPr>
          <w:jc w:val="center"/>
        </w:trPr>
        <w:tc>
          <w:tcPr>
            <w:tcW w:w="5175" w:type="dxa"/>
            <w:shd w:val="clear" w:color="auto" w:fill="EAEAEA"/>
            <w:vAlign w:val="center"/>
          </w:tcPr>
          <w:p w:rsidR="007C537D" w:rsidRPr="00A87357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0" w:name="lab_info"/>
            <w:bookmarkEnd w:id="10"/>
            <w:r w:rsidRPr="00A87357">
              <w:rPr>
                <w:b/>
                <w:bCs/>
                <w:sz w:val="20"/>
                <w:szCs w:val="20"/>
              </w:rPr>
              <w:t>Регистрационный номер аттестата аккредитации</w:t>
            </w:r>
          </w:p>
        </w:tc>
        <w:tc>
          <w:tcPr>
            <w:tcW w:w="5175" w:type="dxa"/>
            <w:shd w:val="clear" w:color="auto" w:fill="EAEAEA"/>
            <w:vAlign w:val="center"/>
          </w:tcPr>
          <w:p w:rsidR="007C537D" w:rsidRPr="00A87357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r w:rsidRPr="00A87357">
              <w:rPr>
                <w:b/>
                <w:bCs/>
                <w:sz w:val="20"/>
                <w:szCs w:val="20"/>
              </w:rPr>
              <w:t>Дата выдачи аттестата аккредитации</w:t>
            </w:r>
          </w:p>
        </w:tc>
        <w:tc>
          <w:tcPr>
            <w:tcW w:w="5175" w:type="dxa"/>
            <w:shd w:val="clear" w:color="auto" w:fill="EAEAEA"/>
            <w:vAlign w:val="center"/>
          </w:tcPr>
          <w:p w:rsidR="007C537D" w:rsidRPr="00A87357" w:rsidRDefault="007C537D" w:rsidP="0013001B">
            <w:pPr>
              <w:jc w:val="center"/>
              <w:rPr>
                <w:b/>
                <w:bCs/>
                <w:sz w:val="20"/>
                <w:szCs w:val="20"/>
              </w:rPr>
            </w:pPr>
            <w:r w:rsidRPr="00A87357">
              <w:rPr>
                <w:b/>
                <w:bCs/>
                <w:sz w:val="20"/>
                <w:szCs w:val="20"/>
              </w:rPr>
              <w:t>Дата истечения срока действия аттестата аккредитации</w:t>
            </w:r>
          </w:p>
        </w:tc>
      </w:tr>
      <w:tr w:rsidR="007C537D" w:rsidRPr="00A87357" w:rsidTr="007C537D">
        <w:trPr>
          <w:jc w:val="center"/>
        </w:trPr>
        <w:tc>
          <w:tcPr>
            <w:tcW w:w="5175" w:type="dxa"/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RA.RU.21ЭГ03</w:t>
            </w:r>
          </w:p>
        </w:tc>
        <w:tc>
          <w:tcPr>
            <w:tcW w:w="5175" w:type="dxa"/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23.11.2015</w:t>
            </w:r>
          </w:p>
        </w:tc>
        <w:tc>
          <w:tcPr>
            <w:tcW w:w="5175" w:type="dxa"/>
          </w:tcPr>
          <w:p w:rsidR="007C537D" w:rsidRPr="00A87357" w:rsidRDefault="00DA0F7C" w:rsidP="007C53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бессрочно</w:t>
            </w:r>
          </w:p>
        </w:tc>
      </w:tr>
    </w:tbl>
    <w:p w:rsidR="007C537D" w:rsidRPr="00A87357" w:rsidRDefault="007C537D" w:rsidP="007C537D">
      <w:pPr>
        <w:spacing w:before="100" w:beforeAutospacing="1"/>
        <w:jc w:val="both"/>
      </w:pPr>
    </w:p>
    <w:p w:rsidR="007C537D" w:rsidRPr="00A87357" w:rsidRDefault="007C537D" w:rsidP="007C537D">
      <w:r w:rsidRPr="00A87357">
        <w:t xml:space="preserve">В соответствии с Федеральным законом РФ от 28.12.2013 г. № 426-ФЗ «О специальной оценке условий труда» (в ред. посл. изм. и доп.), на основании указаний Приказа Министерства труда и социальной защиты РФ от 24.01.2014 г. №33н «Об утверждении Методики проведения специальной оценки условий труда;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 (в ред. посл. изм. и доп.), в рамках </w:t>
      </w:r>
      <w:r w:rsidR="00871185" w:rsidRPr="00A87357">
        <w:t xml:space="preserve">Договора № </w:t>
      </w:r>
      <w:r w:rsidR="00A37F9B">
        <w:fldChar w:fldCharType="begin"/>
      </w:r>
      <w:r w:rsidR="00A37F9B">
        <w:instrText xml:space="preserve"> DOCVARIABLE  N_dog </w:instrText>
      </w:r>
      <w:r w:rsidR="00A37F9B">
        <w:fldChar w:fldCharType="separate"/>
      </w:r>
      <w:r w:rsidR="00DA0F7C">
        <w:t>24-20-110</w:t>
      </w:r>
      <w:r w:rsidR="00A37F9B">
        <w:fldChar w:fldCharType="end"/>
      </w:r>
      <w:r w:rsidR="00871185" w:rsidRPr="00A87357">
        <w:t xml:space="preserve"> от </w:t>
      </w:r>
      <w:r w:rsidR="00A37F9B">
        <w:fldChar w:fldCharType="begin"/>
      </w:r>
      <w:r w:rsidR="00A37F9B">
        <w:instrText xml:space="preserve"> DOCVARIABLE  D_dog </w:instrText>
      </w:r>
      <w:r w:rsidR="00A37F9B">
        <w:fldChar w:fldCharType="separate"/>
      </w:r>
      <w:r w:rsidR="00DA0F7C">
        <w:t>03.02.2020</w:t>
      </w:r>
      <w:r w:rsidR="00A37F9B">
        <w:fldChar w:fldCharType="end"/>
      </w:r>
      <w:r w:rsidR="00871185" w:rsidRPr="00A87357">
        <w:t xml:space="preserve"> г. c </w:t>
      </w:r>
      <w:r w:rsidR="00871185" w:rsidRPr="00A87357">
        <w:rPr>
          <w:rStyle w:val="aa"/>
          <w:i/>
          <w:u w:val="none"/>
        </w:rPr>
        <w:fldChar w:fldCharType="begin"/>
      </w:r>
      <w:r w:rsidR="00871185" w:rsidRPr="00A87357">
        <w:rPr>
          <w:rStyle w:val="aa"/>
          <w:i/>
          <w:u w:val="none"/>
        </w:rPr>
        <w:instrText xml:space="preserve"> DOCVARIABLE rbtd_name \* MERGEFORMAT </w:instrText>
      </w:r>
      <w:r w:rsidR="00871185" w:rsidRPr="00A87357">
        <w:rPr>
          <w:rStyle w:val="aa"/>
          <w:i/>
          <w:u w:val="none"/>
        </w:rPr>
        <w:fldChar w:fldCharType="separate"/>
      </w:r>
      <w:r w:rsidR="00DA0F7C">
        <w:rPr>
          <w:rStyle w:val="aa"/>
          <w:i/>
          <w:u w:val="none"/>
        </w:rPr>
        <w:t xml:space="preserve">Акционерное </w:t>
      </w:r>
      <w:r w:rsidR="00DA0F7C">
        <w:rPr>
          <w:rStyle w:val="aa"/>
          <w:i/>
          <w:u w:val="none"/>
        </w:rPr>
        <w:lastRenderedPageBreak/>
        <w:t>общество "</w:t>
      </w:r>
      <w:proofErr w:type="spellStart"/>
      <w:r w:rsidR="00DA0F7C">
        <w:rPr>
          <w:rStyle w:val="aa"/>
          <w:i/>
          <w:u w:val="none"/>
        </w:rPr>
        <w:t>Мурманэнергосбыт</w:t>
      </w:r>
      <w:proofErr w:type="spellEnd"/>
      <w:r w:rsidR="00DA0F7C">
        <w:rPr>
          <w:rStyle w:val="aa"/>
          <w:i/>
          <w:u w:val="none"/>
        </w:rPr>
        <w:t>" (АО "МЭС")</w:t>
      </w:r>
      <w:r w:rsidR="00871185" w:rsidRPr="00A87357">
        <w:rPr>
          <w:rStyle w:val="aa"/>
          <w:i/>
          <w:u w:val="none"/>
        </w:rPr>
        <w:fldChar w:fldCharType="end"/>
      </w:r>
      <w:r w:rsidR="00871185" w:rsidRPr="00A87357">
        <w:rPr>
          <w:i/>
        </w:rPr>
        <w:t xml:space="preserve"> </w:t>
      </w:r>
      <w:r w:rsidR="00871185" w:rsidRPr="00A87357">
        <w:t xml:space="preserve"> мною</w:t>
      </w:r>
      <w:r w:rsidRPr="00A87357">
        <w:t xml:space="preserve">, Экспертом по специальной оценке условий труда </w:t>
      </w:r>
      <w:r w:rsidR="005069CA" w:rsidRPr="00A87357">
        <w:t>   (</w:t>
      </w:r>
      <w:r w:rsidR="008E5CAF" w:rsidRPr="00A87357">
        <w:rPr>
          <w:i/>
          <w:iCs/>
        </w:rPr>
        <w:fldChar w:fldCharType="begin"/>
      </w:r>
      <w:r w:rsidR="008E5CAF" w:rsidRPr="00A87357">
        <w:rPr>
          <w:i/>
          <w:iCs/>
        </w:rPr>
        <w:instrText xml:space="preserve"> DOCVARIABLE  exp_name </w:instrText>
      </w:r>
      <w:r w:rsidR="008E5CAF" w:rsidRPr="00A87357">
        <w:rPr>
          <w:i/>
          <w:iCs/>
        </w:rPr>
        <w:fldChar w:fldCharType="separate"/>
      </w:r>
      <w:r w:rsidR="00DA0F7C">
        <w:rPr>
          <w:i/>
          <w:iCs/>
        </w:rPr>
        <w:t xml:space="preserve"> Василенко Александра Сергеевна</w:t>
      </w:r>
      <w:r w:rsidR="008E5CAF" w:rsidRPr="00A87357">
        <w:rPr>
          <w:i/>
          <w:iCs/>
        </w:rPr>
        <w:fldChar w:fldCharType="end"/>
      </w:r>
      <w:r w:rsidR="008E5CAF" w:rsidRPr="00A87357">
        <w:t xml:space="preserve">; </w:t>
      </w:r>
      <w:r w:rsidR="005069CA" w:rsidRPr="00A87357">
        <w:t>регистрационный номер   </w:t>
      </w:r>
      <w:r w:rsidR="005069CA" w:rsidRPr="00A87357">
        <w:rPr>
          <w:i/>
          <w:iCs/>
        </w:rPr>
        <w:fldChar w:fldCharType="begin"/>
      </w:r>
      <w:r w:rsidR="005069CA" w:rsidRPr="00A87357">
        <w:rPr>
          <w:i/>
          <w:iCs/>
        </w:rPr>
        <w:instrText xml:space="preserve"> DOCVARIABLE  exp_num </w:instrText>
      </w:r>
      <w:r w:rsidR="005069CA" w:rsidRPr="00A87357">
        <w:rPr>
          <w:i/>
          <w:iCs/>
        </w:rPr>
        <w:fldChar w:fldCharType="separate"/>
      </w:r>
      <w:r w:rsidR="00DA0F7C">
        <w:rPr>
          <w:i/>
          <w:iCs/>
        </w:rPr>
        <w:t xml:space="preserve"> 4715</w:t>
      </w:r>
      <w:r w:rsidR="005069CA" w:rsidRPr="00A87357">
        <w:rPr>
          <w:i/>
          <w:iCs/>
        </w:rPr>
        <w:fldChar w:fldCharType="end"/>
      </w:r>
      <w:r w:rsidR="005069CA" w:rsidRPr="00A87357">
        <w:t xml:space="preserve">  </w:t>
      </w:r>
      <w:r w:rsidRPr="00A87357">
        <w:t>в Реестре экспертов по спе</w:t>
      </w:r>
      <w:r w:rsidR="008E5CAF" w:rsidRPr="00A87357">
        <w:t xml:space="preserve">циальной оценке условий труда) </w:t>
      </w:r>
      <w:r w:rsidRPr="00A87357">
        <w:t>для целей специальной оценки условий труда проведена идентификация потенциально вредных и (или) опасн</w:t>
      </w:r>
      <w:r w:rsidR="008E5CAF" w:rsidRPr="00A87357">
        <w:t xml:space="preserve">ых производственных факторов на </w:t>
      </w:r>
      <w:r w:rsidR="008E5CAF" w:rsidRPr="00A87357">
        <w:rPr>
          <w:i/>
          <w:iCs/>
        </w:rPr>
        <w:fldChar w:fldCharType="begin"/>
      </w:r>
      <w:r w:rsidR="008E5CAF" w:rsidRPr="00A87357">
        <w:rPr>
          <w:i/>
          <w:iCs/>
        </w:rPr>
        <w:instrText xml:space="preserve"> DOCVARIABLE  col_rm </w:instrText>
      </w:r>
      <w:r w:rsidR="008E5CAF" w:rsidRPr="00A87357">
        <w:rPr>
          <w:i/>
          <w:iCs/>
        </w:rPr>
        <w:fldChar w:fldCharType="separate"/>
      </w:r>
      <w:r w:rsidR="00DA0F7C">
        <w:rPr>
          <w:i/>
          <w:iCs/>
        </w:rPr>
        <w:t>262</w:t>
      </w:r>
      <w:r w:rsidR="008E5CAF" w:rsidRPr="00A87357">
        <w:rPr>
          <w:i/>
          <w:iCs/>
        </w:rPr>
        <w:fldChar w:fldCharType="end"/>
      </w:r>
      <w:r w:rsidR="008E5CAF" w:rsidRPr="00A87357">
        <w:t xml:space="preserve">   </w:t>
      </w:r>
      <w:r w:rsidRPr="00A87357">
        <w:t>рабочих местах</w:t>
      </w:r>
      <w:r w:rsidR="008E5CAF" w:rsidRPr="00A87357">
        <w:t>.</w:t>
      </w:r>
    </w:p>
    <w:p w:rsidR="007C537D" w:rsidRPr="00A87357" w:rsidRDefault="007C537D" w:rsidP="007C537D">
      <w:pPr>
        <w:pStyle w:val="a6"/>
      </w:pPr>
      <w:r w:rsidRPr="00A87357">
        <w:t>В процессе проведения процедуры идентификации:</w:t>
      </w:r>
    </w:p>
    <w:p w:rsidR="007C537D" w:rsidRPr="00A87357" w:rsidRDefault="007C537D" w:rsidP="007C537D">
      <w:pPr>
        <w:pStyle w:val="a6"/>
      </w:pPr>
      <w:r w:rsidRPr="00A87357">
        <w:t>а) учтены:</w:t>
      </w:r>
    </w:p>
    <w:p w:rsidR="007C537D" w:rsidRPr="00A87357" w:rsidRDefault="007C537D" w:rsidP="007C537D">
      <w:pPr>
        <w:numPr>
          <w:ilvl w:val="0"/>
          <w:numId w:val="3"/>
        </w:numPr>
      </w:pPr>
      <w:r w:rsidRPr="00A87357">
        <w:t>производственное оборудование, материалы и сырье, используемые работниками на рабочем месте и являющиеся источниками вредных и (или) опасных производственных факторов, в том числе факторы, при наличии которых в случаях, установленных законодательством РФ, проводятся обязательные предварительные (при поступлении на работу) и периодические (в течение трудовой деятельности) медицинские осмотры работников;</w:t>
      </w:r>
    </w:p>
    <w:p w:rsidR="007C537D" w:rsidRPr="00A87357" w:rsidRDefault="007C537D" w:rsidP="007C537D">
      <w:pPr>
        <w:numPr>
          <w:ilvl w:val="0"/>
          <w:numId w:val="3"/>
        </w:numPr>
      </w:pPr>
      <w:r w:rsidRPr="00A87357">
        <w:t>результаты ранее проводившихся на данных рабочих местах исследований (испытаний) и измерений вредных и (или) опасных производственных факторов;</w:t>
      </w:r>
    </w:p>
    <w:p w:rsidR="007C537D" w:rsidRPr="00A87357" w:rsidRDefault="007C537D" w:rsidP="007C537D">
      <w:pPr>
        <w:numPr>
          <w:ilvl w:val="0"/>
          <w:numId w:val="3"/>
        </w:numPr>
      </w:pPr>
      <w:r w:rsidRPr="00A87357">
        <w:t>случаи производственного травматизма и (или) установления профессионального заболевания, возникшие в связи с воздействием на работника на его рабочем месте вредных и (или) опасных производственных факторов;</w:t>
      </w:r>
    </w:p>
    <w:p w:rsidR="007C537D" w:rsidRPr="00A87357" w:rsidRDefault="007C537D" w:rsidP="007C537D">
      <w:pPr>
        <w:numPr>
          <w:ilvl w:val="0"/>
          <w:numId w:val="3"/>
        </w:numPr>
      </w:pPr>
      <w:r w:rsidRPr="00A87357">
        <w:t>поступившие предложения работников по осуществлению на их рабочих местах идентификации потенциально вредных и (или) опасных производственных факторов.</w:t>
      </w:r>
    </w:p>
    <w:p w:rsidR="007C537D" w:rsidRPr="00A87357" w:rsidRDefault="007C537D" w:rsidP="007C537D">
      <w:pPr>
        <w:pStyle w:val="a6"/>
      </w:pPr>
      <w:r w:rsidRPr="00A87357">
        <w:t>б) изучены:</w:t>
      </w:r>
    </w:p>
    <w:p w:rsidR="007C537D" w:rsidRPr="00A87357" w:rsidRDefault="007C537D" w:rsidP="007C537D">
      <w:pPr>
        <w:numPr>
          <w:ilvl w:val="0"/>
          <w:numId w:val="4"/>
        </w:numPr>
      </w:pPr>
      <w:r w:rsidRPr="00A87357">
        <w:t>эксплуатационная и иная документация на применяемое оборудование (машины, механизмы, инструменты и приспособления), используемое работником на рабочем месте;</w:t>
      </w:r>
    </w:p>
    <w:p w:rsidR="007C537D" w:rsidRPr="00A87357" w:rsidRDefault="007C537D" w:rsidP="007C537D">
      <w:pPr>
        <w:numPr>
          <w:ilvl w:val="0"/>
          <w:numId w:val="4"/>
        </w:numPr>
      </w:pPr>
      <w:r w:rsidRPr="00A87357">
        <w:t>технологические процессы, реализуемые работниками, занятыми на рабочих местах, подлежащих специальной оценке условий труда;</w:t>
      </w:r>
    </w:p>
    <w:p w:rsidR="007C537D" w:rsidRPr="00A87357" w:rsidRDefault="007C537D" w:rsidP="007C537D">
      <w:pPr>
        <w:numPr>
          <w:ilvl w:val="0"/>
          <w:numId w:val="4"/>
        </w:numPr>
      </w:pPr>
      <w:r w:rsidRPr="00A87357">
        <w:t>должностные и технологические инструкции, инструкции по производству работ, технологические карты и иные документы, регламентирующие исполнение работниками своих трудовых обязанностей;</w:t>
      </w:r>
    </w:p>
    <w:p w:rsidR="007C537D" w:rsidRPr="00A87357" w:rsidRDefault="007C537D" w:rsidP="007C537D">
      <w:pPr>
        <w:numPr>
          <w:ilvl w:val="0"/>
          <w:numId w:val="4"/>
        </w:numPr>
      </w:pPr>
      <w:r w:rsidRPr="00A87357">
        <w:t>сведения и информация о рабочих местах, предоставленные Комиссией по проведению специальной оценки условий труда.</w:t>
      </w:r>
    </w:p>
    <w:p w:rsidR="007C537D" w:rsidRPr="00A87357" w:rsidRDefault="007C537D" w:rsidP="007C537D"/>
    <w:p w:rsidR="007C537D" w:rsidRPr="00A87357" w:rsidRDefault="007C537D" w:rsidP="007C537D">
      <w:pPr>
        <w:pStyle w:val="a6"/>
      </w:pPr>
      <w:r w:rsidRPr="00A87357">
        <w:t>Результаты реализации процедуры идентификации потенциально вредных и (или) опасных производственных факторов представлены:</w:t>
      </w:r>
    </w:p>
    <w:p w:rsidR="007C537D" w:rsidRPr="00A87357" w:rsidRDefault="007C537D" w:rsidP="00882A92">
      <w:pPr>
        <w:pStyle w:val="a6"/>
        <w:keepNext/>
      </w:pPr>
      <w:r w:rsidRPr="00A87357">
        <w:t>а) в отношении рабочих мест, на которых потенциально вредные и (или) опасные производственные факторы не выявлены (рабочих мест, подлежащих декларированию), - в Таблице 1.</w:t>
      </w:r>
    </w:p>
    <w:p w:rsidR="007C537D" w:rsidRPr="00A87357" w:rsidRDefault="007C537D" w:rsidP="00882A92">
      <w:pPr>
        <w:keepNext/>
      </w:pPr>
      <w:r w:rsidRPr="00A87357">
        <w:t>Таблица 1. Перечень рабочих мест, на которых потенциально вредные и (или) опасные производственные факторы не выявлены (рабочие места, подлежащие декларированию)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654"/>
        <w:gridCol w:w="1235"/>
        <w:gridCol w:w="1351"/>
        <w:gridCol w:w="1397"/>
        <w:gridCol w:w="2513"/>
        <w:gridCol w:w="3626"/>
        <w:gridCol w:w="1474"/>
      </w:tblGrid>
      <w:tr w:rsidR="007C537D" w:rsidRPr="00A87357" w:rsidTr="00DA0F7C">
        <w:trPr>
          <w:cantSplit/>
          <w:trHeight w:val="1437"/>
          <w:jc w:val="center"/>
        </w:trPr>
        <w:tc>
          <w:tcPr>
            <w:tcW w:w="744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" w:name="table1"/>
            <w:bookmarkEnd w:id="11"/>
            <w:r w:rsidRPr="00A87357">
              <w:rPr>
                <w:b/>
                <w:bCs/>
                <w:sz w:val="18"/>
                <w:szCs w:val="18"/>
              </w:rPr>
              <w:t xml:space="preserve">№ </w:t>
            </w:r>
            <w:r w:rsidR="008074D2" w:rsidRPr="00A87357">
              <w:rPr>
                <w:b/>
                <w:bCs/>
                <w:sz w:val="18"/>
                <w:szCs w:val="18"/>
              </w:rPr>
              <w:br/>
            </w:r>
            <w:r w:rsidRPr="00A87357">
              <w:rPr>
                <w:b/>
                <w:bCs/>
                <w:sz w:val="18"/>
                <w:szCs w:val="18"/>
              </w:rPr>
              <w:t>РМ</w:t>
            </w:r>
          </w:p>
        </w:tc>
        <w:tc>
          <w:tcPr>
            <w:tcW w:w="2696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1252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аналогичного РМ</w:t>
            </w:r>
          </w:p>
        </w:tc>
        <w:tc>
          <w:tcPr>
            <w:tcW w:w="1370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Присутствие работника на РМ в процессе идентификации</w:t>
            </w:r>
          </w:p>
        </w:tc>
        <w:tc>
          <w:tcPr>
            <w:tcW w:w="1417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/ отсутствие предложений от работника</w:t>
            </w:r>
          </w:p>
        </w:tc>
        <w:tc>
          <w:tcPr>
            <w:tcW w:w="2552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идентифицированного вредного и (или) опасного производственного фактора</w:t>
            </w:r>
          </w:p>
        </w:tc>
        <w:tc>
          <w:tcPr>
            <w:tcW w:w="3685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Источник фактора</w:t>
            </w:r>
          </w:p>
        </w:tc>
        <w:tc>
          <w:tcPr>
            <w:tcW w:w="1495" w:type="dxa"/>
            <w:shd w:val="clear" w:color="auto" w:fill="EAEAEA"/>
            <w:vAlign w:val="center"/>
          </w:tcPr>
          <w:p w:rsidR="007C537D" w:rsidRPr="00A87357" w:rsidRDefault="007C537D" w:rsidP="00A10BCE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Продолжительность воздействия в течение рабочего дня (смены), час.</w:t>
            </w:r>
          </w:p>
        </w:tc>
      </w:tr>
      <w:tr w:rsidR="00DA0F7C" w:rsidRPr="00A87357" w:rsidTr="00977DD2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Диспетчерская служба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Pr="00A87357" w:rsidRDefault="00DA0F7C" w:rsidP="0050563D">
            <w:pPr>
              <w:tabs>
                <w:tab w:val="left" w:pos="-73"/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</w:t>
            </w:r>
          </w:p>
        </w:tc>
        <w:tc>
          <w:tcPr>
            <w:tcW w:w="2696" w:type="dxa"/>
            <w:vAlign w:val="center"/>
          </w:tcPr>
          <w:p w:rsidR="00DA0F7C" w:rsidRDefault="00DA0F7C" w:rsidP="0050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</w:p>
        </w:tc>
        <w:tc>
          <w:tcPr>
            <w:tcW w:w="1252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Pr="00A87357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идентифицированы</w:t>
            </w:r>
          </w:p>
        </w:tc>
        <w:tc>
          <w:tcPr>
            <w:tcW w:w="368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9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50563D">
            <w:pPr>
              <w:tabs>
                <w:tab w:val="left" w:pos="-73"/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1154</w:t>
            </w:r>
          </w:p>
        </w:tc>
        <w:tc>
          <w:tcPr>
            <w:tcW w:w="2696" w:type="dxa"/>
            <w:vAlign w:val="center"/>
          </w:tcPr>
          <w:p w:rsidR="00DA0F7C" w:rsidRDefault="00DA0F7C" w:rsidP="0050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 предприятия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идентифицированы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F7C" w:rsidRPr="00A87357" w:rsidTr="00171CB0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информационных технологий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50563D">
            <w:pPr>
              <w:tabs>
                <w:tab w:val="left" w:pos="-73"/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</w:t>
            </w:r>
          </w:p>
        </w:tc>
        <w:tc>
          <w:tcPr>
            <w:tcW w:w="2696" w:type="dxa"/>
            <w:vAlign w:val="center"/>
          </w:tcPr>
          <w:p w:rsidR="00DA0F7C" w:rsidRDefault="00DA0F7C" w:rsidP="0050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идентифицированы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50563D">
            <w:pPr>
              <w:tabs>
                <w:tab w:val="left" w:pos="-73"/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1234А</w:t>
            </w:r>
          </w:p>
        </w:tc>
        <w:tc>
          <w:tcPr>
            <w:tcW w:w="2696" w:type="dxa"/>
            <w:vAlign w:val="center"/>
          </w:tcPr>
          <w:p w:rsidR="00DA0F7C" w:rsidRDefault="00DA0F7C" w:rsidP="0050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1235А; 1236А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идентифицированы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50563D">
            <w:pPr>
              <w:tabs>
                <w:tab w:val="left" w:pos="-73"/>
                <w:tab w:val="left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</w:t>
            </w:r>
          </w:p>
        </w:tc>
        <w:tc>
          <w:tcPr>
            <w:tcW w:w="2696" w:type="dxa"/>
            <w:vAlign w:val="center"/>
          </w:tcPr>
          <w:p w:rsidR="00DA0F7C" w:rsidRDefault="00DA0F7C" w:rsidP="0050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идентифицированы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074D2" w:rsidRPr="00A87357" w:rsidRDefault="008074D2" w:rsidP="00882A92">
      <w:pPr>
        <w:pStyle w:val="a6"/>
        <w:keepNext/>
      </w:pPr>
      <w:r w:rsidRPr="00A87357">
        <w:t>б) в отношении рабочих мест, на которых потенциально вредные и (или) опасные производственные факторы идентифицированы, - в Таблице 2.</w:t>
      </w:r>
    </w:p>
    <w:p w:rsidR="008074D2" w:rsidRPr="00A87357" w:rsidRDefault="008074D2" w:rsidP="00882A92">
      <w:pPr>
        <w:keepNext/>
      </w:pPr>
      <w:r w:rsidRPr="00A87357">
        <w:t>Таблица 2. Перечень рабочих мест, на которых потенциально вредные и (или) опасные производственные факторы идентифицированы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654"/>
        <w:gridCol w:w="1235"/>
        <w:gridCol w:w="1351"/>
        <w:gridCol w:w="1397"/>
        <w:gridCol w:w="2513"/>
        <w:gridCol w:w="3626"/>
        <w:gridCol w:w="1474"/>
      </w:tblGrid>
      <w:tr w:rsidR="008074D2" w:rsidRPr="00A87357" w:rsidTr="00DA0F7C">
        <w:trPr>
          <w:cantSplit/>
          <w:trHeight w:val="1437"/>
          <w:jc w:val="center"/>
        </w:trPr>
        <w:tc>
          <w:tcPr>
            <w:tcW w:w="744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" w:name="table2"/>
            <w:bookmarkEnd w:id="12"/>
            <w:r w:rsidRPr="00A87357">
              <w:rPr>
                <w:b/>
                <w:bCs/>
                <w:sz w:val="18"/>
                <w:szCs w:val="18"/>
              </w:rPr>
              <w:t xml:space="preserve">№ </w:t>
            </w:r>
            <w:r w:rsidRPr="00A87357">
              <w:rPr>
                <w:b/>
                <w:bCs/>
                <w:sz w:val="18"/>
                <w:szCs w:val="18"/>
              </w:rPr>
              <w:br/>
              <w:t>РМ</w:t>
            </w:r>
          </w:p>
        </w:tc>
        <w:tc>
          <w:tcPr>
            <w:tcW w:w="2696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1252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аналогичного РМ</w:t>
            </w:r>
          </w:p>
        </w:tc>
        <w:tc>
          <w:tcPr>
            <w:tcW w:w="1370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Присутствие работника на РМ в процессе идентификации</w:t>
            </w:r>
          </w:p>
        </w:tc>
        <w:tc>
          <w:tcPr>
            <w:tcW w:w="1417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/ отсутствие предложений от работника</w:t>
            </w:r>
          </w:p>
        </w:tc>
        <w:tc>
          <w:tcPr>
            <w:tcW w:w="2552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идентифицированного вредного и (или) опасного производственного фактора</w:t>
            </w:r>
          </w:p>
        </w:tc>
        <w:tc>
          <w:tcPr>
            <w:tcW w:w="3685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Источник фактора</w:t>
            </w:r>
          </w:p>
        </w:tc>
        <w:tc>
          <w:tcPr>
            <w:tcW w:w="1495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Продолжительность воздействия в течение рабочего дня (смены), час.</w:t>
            </w:r>
          </w:p>
        </w:tc>
      </w:tr>
      <w:tr w:rsidR="00DA0F7C" w:rsidRPr="00A87357" w:rsidTr="0012579B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 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района</w:t>
            </w:r>
          </w:p>
        </w:tc>
        <w:tc>
          <w:tcPr>
            <w:tcW w:w="1252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Pr="00A87357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1026А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района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1027А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обслуживанию котельного оборудования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1059А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1060А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служебных помещений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58242B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района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района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1077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Товаровед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1094А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Кладовщик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Стропальщик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EA68CF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 производственная химико-аналитическая лаборатория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 по контролю качества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 по контролю качества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1111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по контролю качества ГВС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1115А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Техник-лаборант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1116А; 1117А; 1118А; 1119А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1424B3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с.п.Териберка</w:t>
            </w:r>
            <w:proofErr w:type="spellEnd"/>
            <w:r>
              <w:rPr>
                <w:sz w:val="16"/>
                <w:szCs w:val="16"/>
              </w:rPr>
              <w:t xml:space="preserve"> Кольского района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котельной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1134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E77D70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п. Абрам-Мыс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котельной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1149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Стропальщик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636BC0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Диспетчерская служба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 тепловых сетей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95C83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Отдел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 xml:space="preserve">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1156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1157А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инженер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1158А; 1159А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1160А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1161А; 1162А; 1163А; 1164А; 1165А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1166А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1167А; 1168А; 1169А; 1170А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контролер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1172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Контролер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1173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Контролер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1174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Контролер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327116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Снежногорский</w:t>
            </w:r>
            <w:proofErr w:type="spellEnd"/>
            <w:r>
              <w:rPr>
                <w:sz w:val="16"/>
                <w:szCs w:val="16"/>
              </w:rPr>
              <w:t xml:space="preserve"> район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1176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района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1177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района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9C2F46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г. </w:t>
            </w:r>
            <w:proofErr w:type="spellStart"/>
            <w:r>
              <w:rPr>
                <w:sz w:val="16"/>
                <w:szCs w:val="16"/>
              </w:rPr>
              <w:t>Снежногорска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насосных установок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Электромонтер по ремонту вторичной коммутации и связи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Стропальщик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Плотник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эксплуатации и ремонту газового оборудования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Фрезеровщик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1203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Подсобный рабочий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Грузчик 5 разряда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1205А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Кладовщик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1206А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1210А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1212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Курьер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787D25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Участок по ремонту и эксплуатации тепловых сетей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1213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участка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Машинист </w:t>
            </w:r>
            <w:proofErr w:type="spellStart"/>
            <w:r>
              <w:rPr>
                <w:sz w:val="16"/>
                <w:szCs w:val="16"/>
              </w:rPr>
              <w:t>копрессорных</w:t>
            </w:r>
            <w:proofErr w:type="spellEnd"/>
            <w:r>
              <w:rPr>
                <w:sz w:val="16"/>
                <w:szCs w:val="16"/>
              </w:rPr>
              <w:t xml:space="preserve"> установок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A90F63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п. Оленья Губа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921F88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Филиал "Кандалакшская теплосеть" 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1227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по ГО и ЧС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1228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по обеспечению безопасности объектов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1229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Товаровед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F27419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Диспетчерская служба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диспетчер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1278C0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Отдел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  <w:r>
              <w:rPr>
                <w:sz w:val="16"/>
                <w:szCs w:val="16"/>
              </w:rPr>
              <w:t xml:space="preserve">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1232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1233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CF0747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Производственно-технический отдел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1237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инженер по техническому надзору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7C0D57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№3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1241А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тепловых сетей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1242А; 1243А; 1244А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107EF8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№4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1247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312EE4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№5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участка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1264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служебных помещений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1266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511392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н.п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Енский</w:t>
            </w:r>
            <w:proofErr w:type="spellEnd"/>
            <w:r>
              <w:rPr>
                <w:sz w:val="16"/>
                <w:szCs w:val="16"/>
              </w:rPr>
              <w:t xml:space="preserve">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котельной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1281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Контролер-учетчик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1282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Контролер </w:t>
            </w:r>
            <w:proofErr w:type="spellStart"/>
            <w:r>
              <w:rPr>
                <w:sz w:val="16"/>
                <w:szCs w:val="16"/>
              </w:rPr>
              <w:t>энергонадзора</w:t>
            </w:r>
            <w:proofErr w:type="spellEnd"/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</w:tbl>
    <w:p w:rsidR="008074D2" w:rsidRPr="00A87357" w:rsidRDefault="008074D2" w:rsidP="003610A6">
      <w:pPr>
        <w:pStyle w:val="a6"/>
        <w:keepNext/>
      </w:pPr>
      <w:r w:rsidRPr="00A87357">
        <w:lastRenderedPageBreak/>
        <w:t>в) в отношении рабочих мест, на которых идентификация не осуществляется в силу указаний части 6 статьи 10 главы 2 Федерального закона №426-ФЗ, - в Таблице 3.</w:t>
      </w:r>
    </w:p>
    <w:p w:rsidR="008074D2" w:rsidRPr="00A87357" w:rsidRDefault="008074D2" w:rsidP="00882A92">
      <w:pPr>
        <w:keepNext/>
      </w:pPr>
      <w:r w:rsidRPr="00A87357">
        <w:t>Таблица 3. Перечень рабочих мест (с указанием производственных факторов), на которых идентификация не осуществляется в силу указаний части 6 статьи 10 главы 2 Федерального закона №426-ФЗ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654"/>
        <w:gridCol w:w="1235"/>
        <w:gridCol w:w="1351"/>
        <w:gridCol w:w="1397"/>
        <w:gridCol w:w="2513"/>
        <w:gridCol w:w="3626"/>
        <w:gridCol w:w="1474"/>
      </w:tblGrid>
      <w:tr w:rsidR="008074D2" w:rsidRPr="00A87357" w:rsidTr="00DA0F7C">
        <w:trPr>
          <w:cantSplit/>
          <w:trHeight w:val="1437"/>
          <w:jc w:val="center"/>
        </w:trPr>
        <w:tc>
          <w:tcPr>
            <w:tcW w:w="744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3" w:name="table3"/>
            <w:bookmarkEnd w:id="13"/>
            <w:r w:rsidRPr="00A87357">
              <w:rPr>
                <w:b/>
                <w:bCs/>
                <w:sz w:val="18"/>
                <w:szCs w:val="18"/>
              </w:rPr>
              <w:t xml:space="preserve">№ </w:t>
            </w:r>
            <w:r w:rsidRPr="00A87357">
              <w:rPr>
                <w:b/>
                <w:bCs/>
                <w:sz w:val="18"/>
                <w:szCs w:val="18"/>
              </w:rPr>
              <w:br/>
              <w:t>РМ</w:t>
            </w:r>
          </w:p>
        </w:tc>
        <w:tc>
          <w:tcPr>
            <w:tcW w:w="2696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РМ (по штатному расписанию)</w:t>
            </w:r>
          </w:p>
        </w:tc>
        <w:tc>
          <w:tcPr>
            <w:tcW w:w="1252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аналогичного РМ</w:t>
            </w:r>
          </w:p>
        </w:tc>
        <w:tc>
          <w:tcPr>
            <w:tcW w:w="1370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Присутствие работника на РМ в процессе идентификации</w:t>
            </w:r>
          </w:p>
        </w:tc>
        <w:tc>
          <w:tcPr>
            <w:tcW w:w="1417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Наличие / отсутствие предложений от работника</w:t>
            </w:r>
          </w:p>
        </w:tc>
        <w:tc>
          <w:tcPr>
            <w:tcW w:w="2552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Наименование идентифицированного вредного и (или) опасного производственного фактора</w:t>
            </w:r>
          </w:p>
        </w:tc>
        <w:tc>
          <w:tcPr>
            <w:tcW w:w="3685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Источник фактора</w:t>
            </w:r>
          </w:p>
        </w:tc>
        <w:tc>
          <w:tcPr>
            <w:tcW w:w="1495" w:type="dxa"/>
            <w:shd w:val="clear" w:color="auto" w:fill="EAEAEA"/>
            <w:vAlign w:val="center"/>
          </w:tcPr>
          <w:p w:rsidR="008074D2" w:rsidRPr="00A87357" w:rsidRDefault="008074D2" w:rsidP="0013001B">
            <w:pPr>
              <w:jc w:val="center"/>
              <w:rPr>
                <w:b/>
                <w:bCs/>
                <w:sz w:val="18"/>
                <w:szCs w:val="18"/>
              </w:rPr>
            </w:pPr>
            <w:r w:rsidRPr="00A87357">
              <w:rPr>
                <w:b/>
                <w:bCs/>
                <w:sz w:val="18"/>
                <w:szCs w:val="18"/>
              </w:rPr>
              <w:t>Продолжительность воздействия в течение рабочего дня (смены), час.</w:t>
            </w:r>
          </w:p>
        </w:tc>
      </w:tr>
      <w:tr w:rsidR="00DA0F7C" w:rsidRPr="00A87357" w:rsidTr="00F54EF1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 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Pr="00A87357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Pr="00A87357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 по технической эксплуатации теплотехнического оборудования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смены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1039А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центрального теплового щита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топливоподачи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1042А; 1043А; 1044А; 1045А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1047А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Сливщик-разливщик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1048А; 1049А; 1050А; 1051А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1052А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Моторист по уборке оборудования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компрессорных установок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1057А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1058А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1062А; 1063А; 1064А; 1065А; 1066А; 1067А; 1068А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765301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 №6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1073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мастер по ремонту электрооборудования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Мастер по ремонту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смены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топливоподачи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1082А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Сливщик-разливщик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1083А; 1084А; 1085А; 1086А; 1087А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бульдозера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1097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компрессорных установок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1098А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1099А; 1100А; 1101А; 1102А; 1103А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FE1D1C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Центральная производственная химико-аналитическая лаборатория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Инженер-технолог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1107А; 1108А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Химик-аналитик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1113А; 1114А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1121А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1122А; 1123А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4A2F99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с.п.Териберка</w:t>
            </w:r>
            <w:proofErr w:type="spellEnd"/>
            <w:r>
              <w:rPr>
                <w:sz w:val="16"/>
                <w:szCs w:val="16"/>
              </w:rPr>
              <w:t xml:space="preserve"> Кольского района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Оператор теплового пункта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оборудования котельных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Электрослесарь по ремонту и обслуживанию автоматики и средств измерений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Электромонтер по ремонту и обслуживанию электрооборудования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C513AA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с.п.Териберка-2 Кольского района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(кочегар) котельной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оборудования котельных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CF6C2C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п. Абрам-Мыс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Мастер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1142А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1143А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Оператор теплового пункта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1151А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1152А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BE6DCD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г. </w:t>
            </w:r>
            <w:proofErr w:type="spellStart"/>
            <w:r>
              <w:rPr>
                <w:sz w:val="16"/>
                <w:szCs w:val="16"/>
              </w:rPr>
              <w:t>Снежногорска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мастер по ремонту электрооборудования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КИП и 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топливоподачи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1186А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1187А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Огнеупорщик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1192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двигателей внутреннего сгорания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Изолировщик на термоизоляции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Аккумуляторщик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(выхлопные газы), топливо, смазочно-охлаждающие жидкости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Двигатель, перемещение транспортного средства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Ручные органы управления транспортным средством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(выхлопные газы), топливо, смазочно-охлаждающие жидкости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Двигатель, перемещение транспортного средства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Ручные органы управления транспортным средством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экскаватора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(выхлопные газы), топливо, смазочно-охлаждающие жидкости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Двигатель, перемещение транспортного средства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Ручные органы управления транспортным средством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1207А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1208А; 1209А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B94281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Участок по ремонту и эксплуатации тепловых сетей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Оператор теплового пункта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B0B29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п. Оленья Губа </w:t>
            </w:r>
            <w:proofErr w:type="spellStart"/>
            <w:r>
              <w:rPr>
                <w:sz w:val="16"/>
                <w:szCs w:val="16"/>
              </w:rPr>
              <w:t>Снежногорского</w:t>
            </w:r>
            <w:proofErr w:type="spellEnd"/>
            <w:r>
              <w:rPr>
                <w:sz w:val="16"/>
                <w:szCs w:val="16"/>
              </w:rPr>
              <w:t xml:space="preserve"> района филиала «Александровская теплосеть»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насосных установок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Электрогазосварщик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1223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и обслуживанию тепловых сетей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и служебных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796266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№1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010891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№2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A70FAD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№3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1245А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Электросварщик ручной сварки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1246А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9840D3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№4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Маляр строительный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C743BA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Служба ЭКИП и А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Мастер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Электромонтер по ремонту и обслуживанию электрооборудования 2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543524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№5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1255А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1256А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топливоподачи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Сливщик-разливщик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оборудования котельных 5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1261А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Газорезчик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1262А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Неионизирующее излучение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ЭМП50: Высоковольтное производственное оборудование (электромагнитные поля промышленной частоты) и/или УФИ: (ультрафиолетовое излучение)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1265</w:t>
            </w:r>
          </w:p>
        </w:tc>
        <w:tc>
          <w:tcPr>
            <w:tcW w:w="2696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Грузчик 5 разряда</w:t>
            </w:r>
          </w:p>
        </w:tc>
        <w:tc>
          <w:tcPr>
            <w:tcW w:w="1252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E058DA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п. Зеленоборский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Лаборант химического анализа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Маляр строительный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3832D8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</w:t>
            </w:r>
            <w:proofErr w:type="spellStart"/>
            <w:r>
              <w:rPr>
                <w:sz w:val="16"/>
                <w:szCs w:val="16"/>
              </w:rPr>
              <w:t>н.п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Енский</w:t>
            </w:r>
            <w:proofErr w:type="spellEnd"/>
            <w:r>
              <w:rPr>
                <w:sz w:val="16"/>
                <w:szCs w:val="16"/>
              </w:rPr>
              <w:t xml:space="preserve"> филиала "Кандалакшская теплосеть"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мастер по ремонту оборудования котельных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1272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Мастер по ремонту электрооборудования, </w:t>
            </w:r>
            <w:proofErr w:type="spellStart"/>
            <w:r>
              <w:rPr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машинист котлов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1274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Машинист котлов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Сливщик-разливщик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1276А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1277А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Световая среда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искусственного освещения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1278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Котлочист</w:t>
            </w:r>
            <w:proofErr w:type="spellEnd"/>
            <w:r>
              <w:rPr>
                <w:sz w:val="16"/>
                <w:szCs w:val="16"/>
              </w:rPr>
              <w:t xml:space="preserve">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1279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Токарь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1280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Стропальщик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1283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Водитель автомобиля 4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(выхлопные газы), топливо, смазочно-охлаждающие жидкости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Инфразвук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 (в движении/на холостом ходу); трансмиссия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Двигатель, перемещение транспортного средства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Ручные органы управления транспортным средством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1284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Слесарь по ремонту автомобилей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Аэрозоли ПФД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Производственное оборудование (Пыль, выделяющаяся в ходе технологического процесса, в воздух рабочей зоны)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Микроклимат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Нагревающее/охлаждающее производственное оборудование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1285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Уборщик производственных помещений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  <w:tr w:rsidR="00DA0F7C" w:rsidRPr="00A87357" w:rsidTr="00781B00">
        <w:trPr>
          <w:cantSplit/>
          <w:jc w:val="center"/>
        </w:trPr>
        <w:tc>
          <w:tcPr>
            <w:tcW w:w="15211" w:type="dxa"/>
            <w:gridSpan w:val="8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Производственная лаборатория филиала "Кандалакшская теплосеть" 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1286</w:t>
            </w:r>
          </w:p>
        </w:tc>
        <w:tc>
          <w:tcPr>
            <w:tcW w:w="2696" w:type="dxa"/>
            <w:vMerge w:val="restart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Аппаратчик химической водоочистки 3 разряда</w:t>
            </w:r>
          </w:p>
        </w:tc>
        <w:tc>
          <w:tcPr>
            <w:tcW w:w="1252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0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417" w:type="dxa"/>
            <w:vMerge w:val="restart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Химический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 (Химические вещества, выделяющиеся в ходе технологического процесса)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производственного оборудования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</w:t>
            </w:r>
          </w:p>
        </w:tc>
      </w:tr>
      <w:tr w:rsidR="00DA0F7C" w:rsidRPr="00A87357" w:rsidTr="00DA0F7C">
        <w:trPr>
          <w:cantSplit/>
          <w:jc w:val="center"/>
        </w:trPr>
        <w:tc>
          <w:tcPr>
            <w:tcW w:w="744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</w:p>
        </w:tc>
        <w:tc>
          <w:tcPr>
            <w:tcW w:w="1252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A0F7C" w:rsidRDefault="00DA0F7C" w:rsidP="00A10B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368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Трудовая функция</w:t>
            </w:r>
          </w:p>
        </w:tc>
        <w:tc>
          <w:tcPr>
            <w:tcW w:w="1495" w:type="dxa"/>
            <w:vAlign w:val="center"/>
          </w:tcPr>
          <w:p w:rsidR="00DA0F7C" w:rsidRDefault="00DA0F7C" w:rsidP="00A10B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смены</w:t>
            </w:r>
          </w:p>
        </w:tc>
      </w:tr>
    </w:tbl>
    <w:p w:rsidR="001A7897" w:rsidRPr="00A87357" w:rsidRDefault="001A7897" w:rsidP="001A7897">
      <w:pPr>
        <w:pStyle w:val="a6"/>
      </w:pPr>
    </w:p>
    <w:p w:rsidR="008074D2" w:rsidRPr="00A87357" w:rsidRDefault="008074D2" w:rsidP="001A7897">
      <w:pPr>
        <w:pStyle w:val="a6"/>
      </w:pPr>
      <w:r w:rsidRPr="00A87357">
        <w:t>Заключение:</w:t>
      </w:r>
    </w:p>
    <w:p w:rsidR="008074D2" w:rsidRPr="00A87357" w:rsidRDefault="008074D2" w:rsidP="001A7897">
      <w:r w:rsidRPr="00A87357">
        <w:t>По результатам проведения идентификации потенциально вредных и (или) опасных производственных факторов:</w:t>
      </w:r>
    </w:p>
    <w:p w:rsidR="008074D2" w:rsidRPr="00A87357" w:rsidRDefault="008074D2" w:rsidP="001A7897">
      <w:pPr>
        <w:numPr>
          <w:ilvl w:val="0"/>
          <w:numId w:val="5"/>
        </w:numPr>
      </w:pPr>
      <w:r w:rsidRPr="00A87357">
        <w:t xml:space="preserve">выявлено </w:t>
      </w:r>
      <w:r w:rsidR="00D40ED3" w:rsidRPr="00A87357">
        <w:rPr>
          <w:i/>
          <w:iCs/>
        </w:rPr>
        <w:fldChar w:fldCharType="begin"/>
      </w:r>
      <w:r w:rsidR="00D40ED3" w:rsidRPr="00A87357">
        <w:rPr>
          <w:i/>
          <w:iCs/>
        </w:rPr>
        <w:instrText xml:space="preserve"> DOCVARIABLE  </w:instrText>
      </w:r>
      <w:r w:rsidR="00D40ED3" w:rsidRPr="00A87357">
        <w:instrText>col_rm_no_ident</w:instrText>
      </w:r>
      <w:r w:rsidR="00D40ED3" w:rsidRPr="00A87357">
        <w:rPr>
          <w:i/>
          <w:iCs/>
        </w:rPr>
        <w:instrText xml:space="preserve"> </w:instrText>
      </w:r>
      <w:r w:rsidR="00D40ED3" w:rsidRPr="00A87357">
        <w:rPr>
          <w:i/>
          <w:iCs/>
        </w:rPr>
        <w:fldChar w:fldCharType="separate"/>
      </w:r>
      <w:r w:rsidR="00DA0F7C">
        <w:rPr>
          <w:i/>
          <w:iCs/>
        </w:rPr>
        <w:t>7</w:t>
      </w:r>
      <w:r w:rsidR="00D40ED3" w:rsidRPr="00A87357">
        <w:rPr>
          <w:i/>
          <w:iCs/>
        </w:rPr>
        <w:fldChar w:fldCharType="end"/>
      </w:r>
      <w:r w:rsidR="00D40ED3" w:rsidRPr="00A87357">
        <w:rPr>
          <w:i/>
          <w:iCs/>
        </w:rPr>
        <w:t xml:space="preserve"> </w:t>
      </w:r>
      <w:r w:rsidRPr="00A87357">
        <w:t>рабочих мест</w:t>
      </w:r>
      <w:r w:rsidR="0033361F" w:rsidRPr="00A87357">
        <w:t>(а)</w:t>
      </w:r>
      <w:r w:rsidRPr="00A87357">
        <w:t>, на которых вредные и (или) опасные производственные факторы не идентифицированы. В отношении данных рабочих мест (указаны в Таблице 1), на основании указаний части 1 статьи 11 главы 2 Федерального закона от 28.12.2013 г. №426-ФЗ «О специальной оценке условий труда», Работодателем составляется и подается декларация соответствия условий труда государственным нормативным требованиям охраны труда;</w:t>
      </w:r>
    </w:p>
    <w:p w:rsidR="008074D2" w:rsidRPr="00A87357" w:rsidRDefault="00896E8E" w:rsidP="001A7897">
      <w:pPr>
        <w:numPr>
          <w:ilvl w:val="0"/>
          <w:numId w:val="5"/>
        </w:numPr>
      </w:pPr>
      <w:r w:rsidRPr="00A87357">
        <w:t xml:space="preserve">выявлено </w:t>
      </w:r>
      <w:r w:rsidRPr="00A87357">
        <w:rPr>
          <w:i/>
          <w:iCs/>
        </w:rPr>
        <w:fldChar w:fldCharType="begin"/>
      </w:r>
      <w:r w:rsidRPr="00A87357">
        <w:rPr>
          <w:i/>
          <w:iCs/>
        </w:rPr>
        <w:instrText xml:space="preserve"> DOCVARIABLE  col_rm_ident </w:instrText>
      </w:r>
      <w:r w:rsidRPr="00A87357">
        <w:rPr>
          <w:i/>
          <w:iCs/>
        </w:rPr>
        <w:fldChar w:fldCharType="separate"/>
      </w:r>
      <w:r w:rsidR="00DA0F7C">
        <w:rPr>
          <w:i/>
          <w:iCs/>
        </w:rPr>
        <w:t>87</w:t>
      </w:r>
      <w:r w:rsidRPr="00A87357">
        <w:rPr>
          <w:i/>
          <w:iCs/>
        </w:rPr>
        <w:fldChar w:fldCharType="end"/>
      </w:r>
      <w:r w:rsidRPr="00A87357">
        <w:rPr>
          <w:i/>
          <w:iCs/>
        </w:rPr>
        <w:t xml:space="preserve"> </w:t>
      </w:r>
      <w:r w:rsidRPr="00A87357">
        <w:t>рабочих мест</w:t>
      </w:r>
      <w:r w:rsidR="0033361F" w:rsidRPr="00A87357">
        <w:t>(а)</w:t>
      </w:r>
      <w:r w:rsidR="008074D2" w:rsidRPr="00A87357">
        <w:t>, на которых потенциально вредные и (или) опасные производственные факторы идентифицированы. На данных рабочих местах (указаны в Таблице 2) предлагаю провести исследования (испытания) и измерения идентифицированных вредных и (или) опасных производственных факторов.</w:t>
      </w:r>
    </w:p>
    <w:p w:rsidR="008074D2" w:rsidRPr="00A87357" w:rsidRDefault="00896E8E" w:rsidP="001A7897">
      <w:pPr>
        <w:numPr>
          <w:ilvl w:val="0"/>
          <w:numId w:val="5"/>
        </w:numPr>
      </w:pPr>
      <w:bookmarkStart w:id="14" w:name="no_ident_rms0_1"/>
      <w:r w:rsidRPr="00A87357">
        <w:t xml:space="preserve">выявлено </w:t>
      </w:r>
      <w:r w:rsidRPr="00A87357">
        <w:rPr>
          <w:i/>
          <w:iCs/>
        </w:rPr>
        <w:fldChar w:fldCharType="begin"/>
      </w:r>
      <w:r w:rsidRPr="00A87357">
        <w:rPr>
          <w:i/>
          <w:iCs/>
        </w:rPr>
        <w:instrText xml:space="preserve"> DOCVARIABLE  col_rm_ident2 </w:instrText>
      </w:r>
      <w:r w:rsidRPr="00A87357">
        <w:rPr>
          <w:i/>
          <w:iCs/>
        </w:rPr>
        <w:fldChar w:fldCharType="separate"/>
      </w:r>
      <w:r w:rsidR="00DA0F7C">
        <w:rPr>
          <w:i/>
          <w:iCs/>
        </w:rPr>
        <w:t>168</w:t>
      </w:r>
      <w:r w:rsidRPr="00A87357">
        <w:rPr>
          <w:i/>
          <w:iCs/>
        </w:rPr>
        <w:fldChar w:fldCharType="end"/>
      </w:r>
      <w:r w:rsidRPr="00A87357">
        <w:rPr>
          <w:i/>
          <w:iCs/>
        </w:rPr>
        <w:t xml:space="preserve"> </w:t>
      </w:r>
      <w:r w:rsidRPr="00A87357">
        <w:t>рабочих мест</w:t>
      </w:r>
      <w:r w:rsidR="0033361F" w:rsidRPr="00A87357">
        <w:t>(а)</w:t>
      </w:r>
      <w:r w:rsidR="008074D2" w:rsidRPr="00A87357">
        <w:t>, на которых идентификация не осуществляется в силу указаний части 6 статьи 10 глав</w:t>
      </w:r>
      <w:r w:rsidR="00D605C3" w:rsidRPr="00A87357">
        <w:t xml:space="preserve">ы 2 Федерального закона №426-ФЗ. </w:t>
      </w:r>
      <w:r w:rsidR="008074D2" w:rsidRPr="00A87357">
        <w:t>В отношении данных рабочих мест составлен Перечень подлежащих исследованиям (испытаниям) и измерениям вредных и (или) опасных производственных факторов. На указанных рабочих местах предлагаю провести исследования (испытания) и измерения отмеченных вредных и (или) опасных производственных факторов.</w:t>
      </w:r>
    </w:p>
    <w:bookmarkEnd w:id="14"/>
    <w:p w:rsidR="008074D2" w:rsidRPr="00A87357" w:rsidRDefault="008074D2" w:rsidP="001A7897">
      <w:pPr>
        <w:keepNext/>
        <w:rPr>
          <w:rStyle w:val="a7"/>
        </w:rPr>
      </w:pPr>
      <w:r w:rsidRPr="00A87357">
        <w:rPr>
          <w:rStyle w:val="a7"/>
        </w:rPr>
        <w:t>Эксперт по проведению специальной оценки условий труда:</w:t>
      </w: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2976"/>
        <w:gridCol w:w="284"/>
        <w:gridCol w:w="5386"/>
        <w:gridCol w:w="284"/>
        <w:gridCol w:w="2268"/>
      </w:tblGrid>
      <w:tr w:rsidR="008074D2" w:rsidRPr="00DA0F7C" w:rsidTr="00DA0F7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DA0F7C" w:rsidRDefault="00DA0F7C" w:rsidP="001A7897">
            <w:pPr>
              <w:pStyle w:val="a8"/>
              <w:keepNext/>
            </w:pPr>
            <w:r w:rsidRPr="00DA0F7C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DA0F7C" w:rsidRDefault="008074D2" w:rsidP="001A7897">
            <w:pPr>
              <w:pStyle w:val="a8"/>
              <w:keepNext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DA0F7C" w:rsidRDefault="008074D2" w:rsidP="001A7897">
            <w:pPr>
              <w:pStyle w:val="a8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DA0F7C" w:rsidRDefault="008074D2" w:rsidP="001A7897">
            <w:pPr>
              <w:pStyle w:val="a8"/>
              <w:keepNext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DA0F7C" w:rsidRDefault="00DA0F7C" w:rsidP="001A7897">
            <w:pPr>
              <w:pStyle w:val="a8"/>
              <w:keepNext/>
            </w:pPr>
            <w:r w:rsidRPr="00DA0F7C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74D2" w:rsidRPr="00DA0F7C" w:rsidRDefault="008074D2" w:rsidP="001A7897">
            <w:pPr>
              <w:pStyle w:val="a8"/>
              <w:keepNext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74D2" w:rsidRPr="00DA0F7C" w:rsidRDefault="00DA0F7C" w:rsidP="001A7897">
            <w:pPr>
              <w:pStyle w:val="a8"/>
              <w:keepNext/>
            </w:pPr>
            <w:r>
              <w:t>01.10.2020</w:t>
            </w:r>
          </w:p>
        </w:tc>
      </w:tr>
      <w:tr w:rsidR="008074D2" w:rsidRPr="00DA0F7C" w:rsidTr="00DA0F7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8074D2" w:rsidRPr="00DA0F7C" w:rsidRDefault="00DA0F7C" w:rsidP="001A7897">
            <w:pPr>
              <w:pStyle w:val="a8"/>
              <w:keepNext/>
              <w:rPr>
                <w:b/>
                <w:vertAlign w:val="superscript"/>
              </w:rPr>
            </w:pPr>
            <w:r w:rsidRPr="00DA0F7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8074D2" w:rsidRPr="00DA0F7C" w:rsidRDefault="008074D2" w:rsidP="001A7897">
            <w:pPr>
              <w:pStyle w:val="a8"/>
              <w:keepNext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8074D2" w:rsidRPr="00DA0F7C" w:rsidRDefault="00DA0F7C" w:rsidP="001A7897">
            <w:pPr>
              <w:pStyle w:val="a8"/>
              <w:keepNext/>
              <w:rPr>
                <w:b/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8074D2" w:rsidRPr="00DA0F7C" w:rsidRDefault="008074D2" w:rsidP="001A7897">
            <w:pPr>
              <w:pStyle w:val="a8"/>
              <w:keepNext/>
              <w:rPr>
                <w:b/>
                <w:vertAlign w:val="superscript"/>
              </w:rPr>
            </w:pPr>
            <w:bookmarkStart w:id="15" w:name="fio_users"/>
            <w:bookmarkEnd w:id="15"/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8074D2" w:rsidRPr="00DA0F7C" w:rsidRDefault="00DA0F7C" w:rsidP="001A7897">
            <w:pPr>
              <w:pStyle w:val="a8"/>
              <w:keepNext/>
              <w:rPr>
                <w:b/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8074D2" w:rsidRPr="00DA0F7C" w:rsidRDefault="008074D2" w:rsidP="001A7897">
            <w:pPr>
              <w:pStyle w:val="a8"/>
              <w:keepNext/>
              <w:rPr>
                <w:b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074D2" w:rsidRPr="00DA0F7C" w:rsidRDefault="00DA0F7C" w:rsidP="001A7897">
            <w:pPr>
              <w:pStyle w:val="a8"/>
              <w:keepNext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</w:tbl>
    <w:p w:rsidR="008074D2" w:rsidRPr="00A87357" w:rsidRDefault="008074D2" w:rsidP="008074D2">
      <w:pPr>
        <w:pStyle w:val="a6"/>
      </w:pPr>
    </w:p>
    <w:p w:rsidR="008074D2" w:rsidRPr="00A87357" w:rsidRDefault="008074D2" w:rsidP="001A7897">
      <w:pPr>
        <w:pStyle w:val="a6"/>
      </w:pPr>
      <w:r w:rsidRPr="00A87357">
        <w:lastRenderedPageBreak/>
        <w:t>Рассмотрев результаты идентификации</w:t>
      </w:r>
      <w:r w:rsidR="00374EB8" w:rsidRPr="00A87357">
        <w:t>,</w:t>
      </w:r>
      <w:r w:rsidRPr="00A87357">
        <w:t xml:space="preserve"> овеществлённые в Заключении эксперта по идентификации, Комиссия по проведению с</w:t>
      </w:r>
      <w:r w:rsidR="00374EB8" w:rsidRPr="00A87357">
        <w:t>пециальной оценки условий труда</w:t>
      </w:r>
      <w:r w:rsidRPr="00A87357">
        <w:t xml:space="preserve"> решила УТВЕРДИТЬ результаты идентификации</w:t>
      </w:r>
      <w:bookmarkStart w:id="16" w:name="no_ident_rms0_2"/>
      <w:r w:rsidRPr="00A87357">
        <w:t xml:space="preserve"> и прилагаемый Перечень подлежащих исследованиям (испытаниям) и измерениям вредных и (или) опасных производственных факторов на рабочих места</w:t>
      </w:r>
      <w:r w:rsidR="00B603AA" w:rsidRPr="00A87357">
        <w:t>х, не подлежащих идентификации</w:t>
      </w:r>
      <w:bookmarkEnd w:id="16"/>
      <w:r w:rsidRPr="00A87357">
        <w:t>.</w:t>
      </w:r>
    </w:p>
    <w:p w:rsidR="008074D2" w:rsidRPr="00A87357" w:rsidRDefault="008074D2" w:rsidP="001A7897">
      <w:pPr>
        <w:spacing w:before="120"/>
      </w:pPr>
    </w:p>
    <w:p w:rsidR="008074D2" w:rsidRPr="00A87357" w:rsidRDefault="008074D2" w:rsidP="001A7897">
      <w:pPr>
        <w:pStyle w:val="a6"/>
        <w:keepNext/>
      </w:pPr>
      <w:r w:rsidRPr="00A87357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2956"/>
        <w:gridCol w:w="284"/>
        <w:gridCol w:w="5386"/>
        <w:gridCol w:w="284"/>
        <w:gridCol w:w="2268"/>
      </w:tblGrid>
      <w:tr w:rsidR="008074D2" w:rsidRPr="00A87357" w:rsidTr="008074D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1A7897">
            <w:pPr>
              <w:pStyle w:val="a8"/>
              <w:keepNext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8074D2" w:rsidRPr="00A87357" w:rsidRDefault="008074D2" w:rsidP="001A7897">
            <w:pPr>
              <w:pStyle w:val="a8"/>
              <w:keepNext/>
            </w:pPr>
            <w:bookmarkStart w:id="17" w:name="com_pred"/>
            <w:bookmarkEnd w:id="17"/>
          </w:p>
        </w:tc>
        <w:tc>
          <w:tcPr>
            <w:tcW w:w="2956" w:type="dxa"/>
            <w:tcBorders>
              <w:bottom w:val="single" w:sz="4" w:space="0" w:color="auto"/>
            </w:tcBorders>
            <w:vAlign w:val="bottom"/>
          </w:tcPr>
          <w:p w:rsidR="008074D2" w:rsidRPr="00A87357" w:rsidRDefault="008074D2" w:rsidP="001A7897">
            <w:pPr>
              <w:pStyle w:val="a8"/>
              <w:keepNext/>
            </w:pPr>
          </w:p>
        </w:tc>
        <w:tc>
          <w:tcPr>
            <w:tcW w:w="284" w:type="dxa"/>
            <w:vAlign w:val="bottom"/>
          </w:tcPr>
          <w:p w:rsidR="008074D2" w:rsidRPr="00A87357" w:rsidRDefault="008074D2" w:rsidP="001A7897">
            <w:pPr>
              <w:pStyle w:val="a8"/>
              <w:keepNext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1A7897">
            <w:pPr>
              <w:pStyle w:val="a8"/>
              <w:keepNext/>
            </w:pPr>
            <w:r>
              <w:t>Чумак С.Б.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1A7897">
            <w:pPr>
              <w:pStyle w:val="a8"/>
              <w:keepNext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1A7897">
            <w:pPr>
              <w:pStyle w:val="a8"/>
              <w:keepNext/>
            </w:pPr>
            <w:r>
              <w:t>01.10.2020</w:t>
            </w:r>
          </w:p>
        </w:tc>
      </w:tr>
      <w:tr w:rsidR="008074D2" w:rsidRPr="00A87357" w:rsidTr="008074D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  <w:bookmarkStart w:id="18" w:name="s070_1"/>
            <w:bookmarkEnd w:id="18"/>
            <w:r w:rsidRPr="00A873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  <w:r w:rsidRPr="00A873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vAlign w:val="bottom"/>
          </w:tcPr>
          <w:p w:rsidR="008074D2" w:rsidRPr="00A87357" w:rsidRDefault="00DA0F7C" w:rsidP="001A7897">
            <w:pPr>
              <w:pStyle w:val="a8"/>
              <w:keepNext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1A7897">
            <w:pPr>
              <w:pStyle w:val="a8"/>
              <w:keepNext/>
              <w:rPr>
                <w:vertAlign w:val="superscript"/>
              </w:rPr>
            </w:pPr>
            <w:r w:rsidRPr="00A87357">
              <w:rPr>
                <w:vertAlign w:val="superscript"/>
              </w:rPr>
              <w:t>(дата)</w:t>
            </w:r>
          </w:p>
        </w:tc>
      </w:tr>
    </w:tbl>
    <w:p w:rsidR="008074D2" w:rsidRPr="00A87357" w:rsidRDefault="008074D2" w:rsidP="001A7897"/>
    <w:p w:rsidR="008074D2" w:rsidRPr="00A87357" w:rsidRDefault="008074D2" w:rsidP="00DA0F7C">
      <w:pPr>
        <w:pStyle w:val="a6"/>
      </w:pPr>
      <w:r w:rsidRPr="00A87357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2956"/>
        <w:gridCol w:w="284"/>
        <w:gridCol w:w="5386"/>
        <w:gridCol w:w="284"/>
        <w:gridCol w:w="2268"/>
      </w:tblGrid>
      <w:tr w:rsidR="008074D2" w:rsidRPr="00A87357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DA0F7C">
            <w:pPr>
              <w:pStyle w:val="a8"/>
            </w:pPr>
            <w:r>
              <w:t>Главный инженер филиала АО «МЭС» «Кандалакшская теплосеть»</w:t>
            </w:r>
          </w:p>
        </w:tc>
        <w:tc>
          <w:tcPr>
            <w:tcW w:w="283" w:type="dxa"/>
            <w:vAlign w:val="bottom"/>
          </w:tcPr>
          <w:p w:rsidR="008074D2" w:rsidRPr="00A87357" w:rsidRDefault="008074D2" w:rsidP="00DA0F7C">
            <w:pPr>
              <w:pStyle w:val="a8"/>
            </w:pPr>
            <w:bookmarkStart w:id="19" w:name="com_chlens"/>
            <w:bookmarkEnd w:id="19"/>
          </w:p>
        </w:tc>
        <w:tc>
          <w:tcPr>
            <w:tcW w:w="2956" w:type="dxa"/>
            <w:tcBorders>
              <w:bottom w:val="single" w:sz="4" w:space="0" w:color="auto"/>
            </w:tcBorders>
            <w:vAlign w:val="bottom"/>
          </w:tcPr>
          <w:p w:rsidR="008074D2" w:rsidRPr="00A87357" w:rsidRDefault="008074D2" w:rsidP="00DA0F7C">
            <w:pPr>
              <w:pStyle w:val="a8"/>
            </w:pPr>
          </w:p>
        </w:tc>
        <w:tc>
          <w:tcPr>
            <w:tcW w:w="284" w:type="dxa"/>
            <w:vAlign w:val="bottom"/>
          </w:tcPr>
          <w:p w:rsidR="008074D2" w:rsidRPr="00A87357" w:rsidRDefault="008074D2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DA0F7C">
            <w:pPr>
              <w:pStyle w:val="a8"/>
            </w:pPr>
            <w:r>
              <w:t>Плащинский А.В.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074D2" w:rsidRPr="00A87357" w:rsidRDefault="00DA0F7C" w:rsidP="00DA0F7C">
            <w:pPr>
              <w:pStyle w:val="a8"/>
            </w:pPr>
            <w:r>
              <w:t>01.10.2020</w:t>
            </w:r>
          </w:p>
        </w:tc>
      </w:tr>
      <w:tr w:rsidR="008074D2" w:rsidRPr="00A87357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  <w:bookmarkStart w:id="20" w:name="s070_2"/>
            <w:bookmarkEnd w:id="20"/>
            <w:r w:rsidRPr="00A873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  <w:r w:rsidRPr="00A873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vAlign w:val="bottom"/>
          </w:tcPr>
          <w:p w:rsidR="008074D2" w:rsidRPr="00A87357" w:rsidRDefault="00DA0F7C" w:rsidP="00DA0F7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8074D2" w:rsidRPr="00A87357" w:rsidRDefault="008074D2" w:rsidP="00DA0F7C">
            <w:pPr>
              <w:pStyle w:val="a8"/>
              <w:rPr>
                <w:vertAlign w:val="superscript"/>
              </w:rPr>
            </w:pPr>
            <w:r w:rsidRPr="00A87357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Главный инженер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Прокофьев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Главный инженер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Скородумов С.С.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 xml:space="preserve">Главный инженер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Еника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Главный инженер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Семенов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отдела кадров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Логинова Т.А.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отдела труда и заработной платы управления по работе с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Дербина</w:t>
            </w:r>
            <w:proofErr w:type="spellEnd"/>
            <w:r>
              <w:t xml:space="preserve">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производственно-технического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Рапарцевиль</w:t>
            </w:r>
            <w:proofErr w:type="spellEnd"/>
            <w:r>
              <w:t xml:space="preserve"> К.А.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Ермолин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lastRenderedPageBreak/>
              <w:t>Начальник службы охраны труда филиала АО «МЭС» «Кандалакшская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Савинова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службы охраны труда филиала АО «МЭС» «Североморская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Казьмин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Начальник службы охраны труда филиала АО «МЭС» «Александровская теплосеть»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Кострин</w:t>
            </w:r>
            <w:proofErr w:type="spellEnd"/>
            <w:r>
              <w:t xml:space="preserve"> А.Е.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Заместитель начальника службы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Петровская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Специалист по охране труда филиала АО «МЭС» «Ковдорская электросеть»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Сидоренко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 xml:space="preserve">Специалист по охране труда филиала АО «МЭС» «Заполярная </w:t>
            </w:r>
            <w:proofErr w:type="spellStart"/>
            <w:r>
              <w:t>горэлектросеть</w:t>
            </w:r>
            <w:proofErr w:type="spellEnd"/>
            <w:r>
              <w:t>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proofErr w:type="spellStart"/>
            <w:r>
              <w:t>Самех-Галал</w:t>
            </w:r>
            <w:proofErr w:type="spellEnd"/>
            <w:r>
              <w:t xml:space="preserve">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Председатель профсоюзной организации АО «МЭС»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Левин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0F7C" w:rsidRPr="00DA0F7C" w:rsidRDefault="00DA0F7C" w:rsidP="00DA0F7C">
            <w:pPr>
              <w:pStyle w:val="a8"/>
            </w:pPr>
            <w:r>
              <w:t>01.10.2020</w:t>
            </w:r>
          </w:p>
        </w:tc>
      </w:tr>
      <w:tr w:rsidR="00DA0F7C" w:rsidRPr="00DA0F7C" w:rsidTr="00DA0F7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A0F7C" w:rsidRPr="00DA0F7C" w:rsidRDefault="00DA0F7C" w:rsidP="00DA0F7C">
            <w:pPr>
              <w:pStyle w:val="a8"/>
              <w:rPr>
                <w:vertAlign w:val="superscript"/>
              </w:rPr>
            </w:pPr>
            <w:r w:rsidRPr="00DA0F7C">
              <w:rPr>
                <w:vertAlign w:val="superscript"/>
              </w:rPr>
              <w:t>(дата)</w:t>
            </w:r>
          </w:p>
        </w:tc>
      </w:tr>
    </w:tbl>
    <w:p w:rsidR="007C537D" w:rsidRPr="00A87357" w:rsidRDefault="007C537D" w:rsidP="00DA0F7C">
      <w:pPr>
        <w:rPr>
          <w:sz w:val="2"/>
          <w:szCs w:val="2"/>
        </w:rPr>
      </w:pPr>
    </w:p>
    <w:sectPr w:rsidR="007C537D" w:rsidRPr="00A87357" w:rsidSect="007C316D">
      <w:footerReference w:type="default" r:id="rId7"/>
      <w:pgSz w:w="16838" w:h="11906" w:orient="landscape"/>
      <w:pgMar w:top="851" w:right="1134" w:bottom="851" w:left="709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F9B" w:rsidRDefault="00A37F9B" w:rsidP="0076042D">
      <w:pPr>
        <w:pStyle w:val="a9"/>
      </w:pPr>
      <w:r>
        <w:separator/>
      </w:r>
    </w:p>
  </w:endnote>
  <w:endnote w:type="continuationSeparator" w:id="0">
    <w:p w:rsidR="00A37F9B" w:rsidRDefault="00A37F9B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6937"/>
      <w:gridCol w:w="1128"/>
      <w:gridCol w:w="6930"/>
    </w:tblGrid>
    <w:tr w:rsidR="007C537D" w:rsidTr="009040AC">
      <w:tc>
        <w:tcPr>
          <w:tcW w:w="4428" w:type="dxa"/>
          <w:shd w:val="clear" w:color="auto" w:fill="auto"/>
        </w:tcPr>
        <w:p w:rsidR="007C537D" w:rsidRPr="009040AC" w:rsidRDefault="007C537D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:rsidR="007C537D" w:rsidRPr="009040AC" w:rsidRDefault="007C537D" w:rsidP="009040AC">
          <w:pPr>
            <w:jc w:val="center"/>
            <w:rPr>
              <w:sz w:val="20"/>
              <w:szCs w:val="20"/>
            </w:rPr>
          </w:pPr>
          <w:bookmarkStart w:id="21" w:name="kolontitul2"/>
          <w:bookmarkEnd w:id="21"/>
        </w:p>
      </w:tc>
      <w:tc>
        <w:tcPr>
          <w:tcW w:w="4423" w:type="dxa"/>
          <w:shd w:val="clear" w:color="auto" w:fill="auto"/>
        </w:tcPr>
        <w:p w:rsidR="007C537D" w:rsidRPr="009040AC" w:rsidRDefault="007C537D" w:rsidP="009040A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040AC">
            <w:rPr>
              <w:rStyle w:val="ad"/>
              <w:sz w:val="20"/>
              <w:szCs w:val="20"/>
            </w:rPr>
            <w:t xml:space="preserve">Стр. </w:t>
          </w:r>
          <w:r w:rsidRPr="009040AC">
            <w:rPr>
              <w:rStyle w:val="ad"/>
              <w:sz w:val="20"/>
              <w:szCs w:val="20"/>
            </w:rPr>
            <w:fldChar w:fldCharType="begin"/>
          </w:r>
          <w:r w:rsidRPr="009040AC">
            <w:rPr>
              <w:rStyle w:val="ad"/>
              <w:sz w:val="20"/>
              <w:szCs w:val="20"/>
            </w:rPr>
            <w:instrText xml:space="preserve">PAGE  </w:instrText>
          </w:r>
          <w:r w:rsidRPr="009040AC">
            <w:rPr>
              <w:rStyle w:val="ad"/>
              <w:sz w:val="20"/>
              <w:szCs w:val="20"/>
            </w:rPr>
            <w:fldChar w:fldCharType="separate"/>
          </w:r>
          <w:r w:rsidR="003C0D0C">
            <w:rPr>
              <w:rStyle w:val="ad"/>
              <w:noProof/>
              <w:sz w:val="20"/>
              <w:szCs w:val="20"/>
            </w:rPr>
            <w:t>4</w:t>
          </w:r>
          <w:r w:rsidRPr="009040AC">
            <w:rPr>
              <w:rStyle w:val="ad"/>
              <w:sz w:val="20"/>
              <w:szCs w:val="20"/>
            </w:rPr>
            <w:fldChar w:fldCharType="end"/>
          </w:r>
          <w:r w:rsidRPr="009040AC">
            <w:rPr>
              <w:rStyle w:val="ad"/>
              <w:sz w:val="20"/>
              <w:szCs w:val="20"/>
            </w:rPr>
            <w:t xml:space="preserve"> из </w:t>
          </w:r>
          <w:r w:rsidRPr="009040AC">
            <w:rPr>
              <w:rStyle w:val="ad"/>
              <w:sz w:val="20"/>
              <w:szCs w:val="20"/>
            </w:rPr>
            <w:fldChar w:fldCharType="begin"/>
          </w:r>
          <w:r w:rsidRPr="009040AC">
            <w:rPr>
              <w:rStyle w:val="ad"/>
              <w:sz w:val="20"/>
              <w:szCs w:val="20"/>
            </w:rPr>
            <w:instrText xml:space="preserve"> </w:instrText>
          </w:r>
          <w:r w:rsidRPr="009040AC">
            <w:rPr>
              <w:rStyle w:val="ad"/>
              <w:sz w:val="20"/>
              <w:szCs w:val="20"/>
              <w:lang w:val="en-US"/>
            </w:rPr>
            <w:instrText>SECTION</w:instrText>
          </w:r>
          <w:r w:rsidRPr="009040AC">
            <w:rPr>
              <w:rStyle w:val="ad"/>
              <w:sz w:val="20"/>
              <w:szCs w:val="20"/>
            </w:rPr>
            <w:instrText xml:space="preserve">PAGES   \* MERGEFORMAT </w:instrText>
          </w:r>
          <w:r w:rsidRPr="009040AC">
            <w:rPr>
              <w:rStyle w:val="ad"/>
              <w:sz w:val="20"/>
              <w:szCs w:val="20"/>
            </w:rPr>
            <w:fldChar w:fldCharType="separate"/>
          </w:r>
          <w:r w:rsidR="003C0D0C" w:rsidRPr="003C0D0C">
            <w:rPr>
              <w:rStyle w:val="ad"/>
              <w:noProof/>
              <w:sz w:val="20"/>
            </w:rPr>
            <w:t>28</w:t>
          </w:r>
          <w:r w:rsidRPr="009040AC">
            <w:rPr>
              <w:rStyle w:val="ad"/>
              <w:sz w:val="20"/>
              <w:szCs w:val="20"/>
            </w:rPr>
            <w:fldChar w:fldCharType="end"/>
          </w:r>
          <w:r w:rsidRPr="009040AC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7C537D" w:rsidRPr="00F92272" w:rsidRDefault="007C537D" w:rsidP="00882A92">
    <w:pPr>
      <w:pStyle w:val="ac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F9B" w:rsidRDefault="00A37F9B" w:rsidP="0076042D">
      <w:pPr>
        <w:pStyle w:val="a9"/>
      </w:pPr>
      <w:r>
        <w:separator/>
      </w:r>
    </w:p>
  </w:footnote>
  <w:footnote w:type="continuationSeparator" w:id="0">
    <w:p w:rsidR="00A37F9B" w:rsidRDefault="00A37F9B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5FEF"/>
    <w:multiLevelType w:val="hybridMultilevel"/>
    <w:tmpl w:val="59B29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0D4FB6"/>
    <w:multiLevelType w:val="hybridMultilevel"/>
    <w:tmpl w:val="5C76B9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F5427F"/>
    <w:multiLevelType w:val="hybridMultilevel"/>
    <w:tmpl w:val="9004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F633C"/>
    <w:multiLevelType w:val="hybridMultilevel"/>
    <w:tmpl w:val="A6B04C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«ЦЕНТР ОХРАНЫ ТРУДА И ЭКОЛОГИИ «ЭКСПЕРТЭГИДА»; 344011, Ростовская область, г. Ростов-на-Дону, пр. Буденновский, 97, лит. АБ, 2 этаж; Регистрационный номер - 181 от 25.12.2015 "/>
    <w:docVar w:name="att_org_adr" w:val="344011, Ростовская область, г. Ростов-на-Дону, пр. Буденновский, 97, лит. АБ, 2 этаж"/>
    <w:docVar w:name="att_org_name" w:val="Общество с ограниченной ответственностью «ЦЕНТР ОХРАНЫ ТРУДА И ЭКОЛОГИИ «ЭКСПЕРТЭГИДА»"/>
    <w:docVar w:name="att_org_reg_date" w:val="25.12.2015"/>
    <w:docVar w:name="att_org_reg_num" w:val="181"/>
    <w:docVar w:name="att_zakl" w:val="- заключение;"/>
    <w:docVar w:name="bad_rm" w:val="    "/>
    <w:docVar w:name="boss_fio" w:val="Украинцев Игорь Борисович"/>
    <w:docVar w:name="boss_fio2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_ident_impossible" w:val="0"/>
    <w:docVar w:name="co_zakls" w:val="   "/>
    <w:docVar w:name="codeok" w:val="    "/>
    <w:docVar w:name="codeok " w:val="    "/>
    <w:docVar w:name="col_rm" w:val="262"/>
    <w:docVar w:name="col_rm_ident" w:val="87"/>
    <w:docVar w:name="col_rm_ident2" w:val="168"/>
    <w:docVar w:name="col_rm_no_ident" w:val="7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3.02.2020"/>
    <w:docVar w:name="D_prikaz" w:val="04.02.2020"/>
    <w:docVar w:name="D5_dog" w:val="&quot;  &quot;    2015"/>
    <w:docVar w:name="decl_rms_co" w:val="   "/>
    <w:docVar w:name="doc_type" w:val="1"/>
    <w:docVar w:name="dop_rm" w:val="    "/>
    <w:docVar w:name="dop_src" w:val="- отсутствуют;"/>
    <w:docVar w:name="exp_name" w:val=" Василенко Александра Сергеевна"/>
    <w:docVar w:name="exp_num" w:val=" 4715"/>
    <w:docVar w:name="exp_org" w:val="Василенко Александра Сергеевна (№ в реестре: 4715) "/>
    <w:docVar w:name="fac_exists_rm" w:val="   "/>
    <w:docVar w:name="fac_name" w:val="Заключение"/>
    <w:docVar w:name="fac_name2" w:val="Сводное_заключение_инд"/>
    <w:docVar w:name="facid" w:val="101"/>
    <w:docVar w:name="fact_adr" w:val="   "/>
    <w:docVar w:name="fill_date" w:val="   "/>
    <w:docVar w:name="good_rm" w:val="    "/>
    <w:docVar w:name="good_rm_co" w:val="   "/>
    <w:docVar w:name="hlp" w:val="3"/>
    <w:docVar w:name="ident_result" w:val="   "/>
    <w:docVar w:name="ident_rm_co" w:val="94"/>
    <w:docVar w:name="is_pk" w:val="    "/>
    <w:docVar w:name="is_profzab" w:val="   "/>
    <w:docVar w:name="is_rab" w:val="   "/>
    <w:docVar w:name="is_travma" w:val="   "/>
    <w:docVar w:name="izm_date" w:val="01.10.2020"/>
    <w:docVar w:name="izm_metod" w:val="    "/>
    <w:docVar w:name="izm_time" w:val="0"/>
    <w:docVar w:name="izm_tools" w:val="    "/>
    <w:docVar w:name="kpp_code" w:val="785150001"/>
    <w:docVar w:name="kut" w:val="     "/>
    <w:docVar w:name="list_nd_ctl" w:val="- перечень используемых НД;"/>
    <w:docVar w:name="list_nd_izm" w:val="- перечень используемых НД;"/>
    <w:docVar w:name="meas_rm" w:val="    "/>
    <w:docVar w:name="measures" w:val="   "/>
    <w:docVar w:name="measures2" w:val="   "/>
    <w:docVar w:name="N_dog" w:val="24-20-110"/>
    <w:docVar w:name="N_prikaz" w:val="31"/>
    <w:docVar w:name="num_doc" w:val="24-20-110"/>
    <w:docVar w:name="oborud" w:val="    "/>
    <w:docVar w:name="operac" w:val="       "/>
    <w:docVar w:name="org_adr" w:val="Юридический адрес: 183034, г. Мурманск, ул. Свердлова, д.39, корп. 1"/>
    <w:docVar w:name="org_adr2" w:val="Фактический адрес: г.  Снежногорск; г. Кандалакша; г. Мурманск; г. Полярный; г. Снежногорск; г.п. Зеленоборский; ЗАТО Александровск; Кольского района с.п. Териберка; н.п. Енский; пос. Абрам-Мыс"/>
    <w:docVar w:name="org_boss_fio" w:val="Степанов Алексей Александро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info@mures.ru"/>
    <w:docVar w:name="org_fax" w:val="(8152) 43-90-13"/>
    <w:docVar w:name="org_guid" w:val="87B5949AC6A5461D90D491203AB666DD"/>
    <w:docVar w:name="org_id" w:val="3"/>
    <w:docVar w:name="org_inn" w:val="5190907139"/>
    <w:docVar w:name="org_invalid" w:val="0"/>
    <w:docVar w:name="org_member_fio" w:val="   "/>
    <w:docVar w:name="org_member_state" w:val="   "/>
    <w:docVar w:name="org_name" w:val="Акционерное общество &quot;Мурманэнергосбыт&quot; (АО &quot;МЭС&quot;)"/>
    <w:docVar w:name="org_ogrn" w:val="1095190009111"/>
    <w:docVar w:name="org_okogu" w:val="4210014"/>
    <w:docVar w:name="org_okpo" w:val="88036460"/>
    <w:docVar w:name="org_oktmo" w:val="47701000001"/>
    <w:docVar w:name="org_okved" w:val="35.30"/>
    <w:docVar w:name="org_phone" w:val="(8152) 68-63-26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Чумак С.Б.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name" w:val="Акционерное общество &quot;Мурманэнергосбыт&quot; (АО &quot;МЭС&quot;)"/>
    <w:docVar w:name="rbtd_phone" w:val="   "/>
    <w:docVar w:name="rm_name" w:val="                                          "/>
    <w:docVar w:name="rm_no_ident_1_2" w:val="   "/>
    <w:docVar w:name="rm_no_ident_3_4" w:val="   "/>
    <w:docVar w:name="rm_number" w:val="    "/>
    <w:docVar w:name="sign_date" w:val="   "/>
    <w:docVar w:name="sout_id" w:val="56109"/>
    <w:docVar w:name="struct_info" w:val="    "/>
    <w:docVar w:name="template" w:val="sv_exp_zakl2_prg.dot"/>
    <w:docVar w:name="test_date" w:val="   "/>
    <w:docVar w:name="tools" w:val="    "/>
    <w:docVar w:name="version" w:val="51"/>
    <w:docVar w:name="zakl_number" w:val="     "/>
  </w:docVars>
  <w:rsids>
    <w:rsidRoot w:val="00DA0F7C"/>
    <w:rsid w:val="00022127"/>
    <w:rsid w:val="00025683"/>
    <w:rsid w:val="000461BE"/>
    <w:rsid w:val="00046815"/>
    <w:rsid w:val="0005566C"/>
    <w:rsid w:val="000567CB"/>
    <w:rsid w:val="000624A8"/>
    <w:rsid w:val="000A5B67"/>
    <w:rsid w:val="000D1B79"/>
    <w:rsid w:val="000D1F5B"/>
    <w:rsid w:val="000F04B1"/>
    <w:rsid w:val="000F3C2A"/>
    <w:rsid w:val="00110025"/>
    <w:rsid w:val="0013001B"/>
    <w:rsid w:val="001429B1"/>
    <w:rsid w:val="001607C8"/>
    <w:rsid w:val="001900E6"/>
    <w:rsid w:val="001A7897"/>
    <w:rsid w:val="001C7987"/>
    <w:rsid w:val="001E53FB"/>
    <w:rsid w:val="001E5D30"/>
    <w:rsid w:val="001F4D8D"/>
    <w:rsid w:val="002327A9"/>
    <w:rsid w:val="00234932"/>
    <w:rsid w:val="0023578C"/>
    <w:rsid w:val="002418DF"/>
    <w:rsid w:val="00245E8D"/>
    <w:rsid w:val="002E55C6"/>
    <w:rsid w:val="002E679C"/>
    <w:rsid w:val="00305B2F"/>
    <w:rsid w:val="003162BC"/>
    <w:rsid w:val="00323925"/>
    <w:rsid w:val="0033361F"/>
    <w:rsid w:val="00337709"/>
    <w:rsid w:val="003610A6"/>
    <w:rsid w:val="00367816"/>
    <w:rsid w:val="00374EB8"/>
    <w:rsid w:val="00386F07"/>
    <w:rsid w:val="003876C3"/>
    <w:rsid w:val="003C0D0C"/>
    <w:rsid w:val="003C24DB"/>
    <w:rsid w:val="003E46D9"/>
    <w:rsid w:val="00402CAC"/>
    <w:rsid w:val="004043C5"/>
    <w:rsid w:val="00410A11"/>
    <w:rsid w:val="004420F4"/>
    <w:rsid w:val="00444410"/>
    <w:rsid w:val="004A47AD"/>
    <w:rsid w:val="004C4DB2"/>
    <w:rsid w:val="004F5C75"/>
    <w:rsid w:val="0050563D"/>
    <w:rsid w:val="005069CA"/>
    <w:rsid w:val="005404AD"/>
    <w:rsid w:val="00563E94"/>
    <w:rsid w:val="00576095"/>
    <w:rsid w:val="00583FA2"/>
    <w:rsid w:val="005A3A36"/>
    <w:rsid w:val="005B466C"/>
    <w:rsid w:val="005B7FE8"/>
    <w:rsid w:val="005C0A9A"/>
    <w:rsid w:val="005C1C1E"/>
    <w:rsid w:val="005E714A"/>
    <w:rsid w:val="005F28FC"/>
    <w:rsid w:val="006003B2"/>
    <w:rsid w:val="006578AA"/>
    <w:rsid w:val="0069682B"/>
    <w:rsid w:val="006C28B3"/>
    <w:rsid w:val="007049EB"/>
    <w:rsid w:val="00710271"/>
    <w:rsid w:val="00717C9F"/>
    <w:rsid w:val="007211CF"/>
    <w:rsid w:val="00756F58"/>
    <w:rsid w:val="0076042D"/>
    <w:rsid w:val="007B4F01"/>
    <w:rsid w:val="007C316D"/>
    <w:rsid w:val="007C537D"/>
    <w:rsid w:val="007D1852"/>
    <w:rsid w:val="007D2CEA"/>
    <w:rsid w:val="008074D2"/>
    <w:rsid w:val="00821353"/>
    <w:rsid w:val="008355B4"/>
    <w:rsid w:val="00871185"/>
    <w:rsid w:val="00875447"/>
    <w:rsid w:val="00882A92"/>
    <w:rsid w:val="00883461"/>
    <w:rsid w:val="00896E8E"/>
    <w:rsid w:val="008E5CAF"/>
    <w:rsid w:val="008E68DE"/>
    <w:rsid w:val="009040AC"/>
    <w:rsid w:val="0090588D"/>
    <w:rsid w:val="0092778A"/>
    <w:rsid w:val="00967790"/>
    <w:rsid w:val="009E1069"/>
    <w:rsid w:val="00A01969"/>
    <w:rsid w:val="00A10BCE"/>
    <w:rsid w:val="00A12349"/>
    <w:rsid w:val="00A15A5C"/>
    <w:rsid w:val="00A37F9B"/>
    <w:rsid w:val="00A55362"/>
    <w:rsid w:val="00A87357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41A83"/>
    <w:rsid w:val="00B603AA"/>
    <w:rsid w:val="00B72A59"/>
    <w:rsid w:val="00BA5029"/>
    <w:rsid w:val="00BC2F3C"/>
    <w:rsid w:val="00BC7939"/>
    <w:rsid w:val="00C019CB"/>
    <w:rsid w:val="00C02721"/>
    <w:rsid w:val="00C2182B"/>
    <w:rsid w:val="00C40940"/>
    <w:rsid w:val="00C44AA4"/>
    <w:rsid w:val="00C46932"/>
    <w:rsid w:val="00C65E0D"/>
    <w:rsid w:val="00C84AAB"/>
    <w:rsid w:val="00CE3307"/>
    <w:rsid w:val="00D328BE"/>
    <w:rsid w:val="00D40ED3"/>
    <w:rsid w:val="00D605C3"/>
    <w:rsid w:val="00D76DF8"/>
    <w:rsid w:val="00DA0F7C"/>
    <w:rsid w:val="00DA13CF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75BAD"/>
    <w:rsid w:val="00EB72AD"/>
    <w:rsid w:val="00EC37A1"/>
    <w:rsid w:val="00ED3585"/>
    <w:rsid w:val="00EF3DC4"/>
    <w:rsid w:val="00F616E4"/>
    <w:rsid w:val="00F76072"/>
    <w:rsid w:val="00F92272"/>
    <w:rsid w:val="00F94F28"/>
    <w:rsid w:val="00FB001B"/>
    <w:rsid w:val="00FC2A29"/>
    <w:rsid w:val="00FC3781"/>
    <w:rsid w:val="00FD080B"/>
    <w:rsid w:val="00FD2BA8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BB783A-2863-4AA5-8798-EC73418A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37D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styleId="af3">
    <w:name w:val="Normal (Web)"/>
    <w:basedOn w:val="a"/>
    <w:rsid w:val="007C53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</Template>
  <TotalTime>6</TotalTime>
  <Pages>28</Pages>
  <Words>11177</Words>
  <Characters>63711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74739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Ефименко Александра Сергеевна</dc:creator>
  <cp:keywords/>
  <dc:description/>
  <cp:lastModifiedBy>Ефименко Александра Сергеевна</cp:lastModifiedBy>
  <cp:revision>2</cp:revision>
  <cp:lastPrinted>2020-11-17T19:49:00Z</cp:lastPrinted>
  <dcterms:created xsi:type="dcterms:W3CDTF">2020-11-17T19:42:00Z</dcterms:created>
  <dcterms:modified xsi:type="dcterms:W3CDTF">2020-11-17T19:49:00Z</dcterms:modified>
</cp:coreProperties>
</file>